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EC646CB" w:rsidR="00F422D3" w:rsidRPr="005D6794" w:rsidRDefault="00F422D3" w:rsidP="005D6794">
      <w:pPr>
        <w:pStyle w:val="Titul1"/>
      </w:pPr>
      <w:r w:rsidRPr="005D6794">
        <w:t>S</w:t>
      </w:r>
      <w:r w:rsidR="001906C2">
        <w:t>mlouva o dílo na zhotovení stavby</w:t>
      </w:r>
      <w:r w:rsidR="00FE2EF5">
        <w:t xml:space="preserve"> </w:t>
      </w:r>
    </w:p>
    <w:p w14:paraId="1F805139" w14:textId="78B65E6B" w:rsidR="00F422D3" w:rsidRDefault="00F422D3" w:rsidP="00B42F40">
      <w:pPr>
        <w:pStyle w:val="Titul2"/>
      </w:pPr>
      <w:r>
        <w:t>Název zakázky: „</w:t>
      </w:r>
      <w:r w:rsidR="00EA6345" w:rsidRPr="00EA6345">
        <w:t>Zrušení přejezdu P6801 v km 179,826 trati Brno – Č. Třebová a výstavba podchodu v zast. Blansko</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Pr="00EA6345" w:rsidRDefault="00F422D3" w:rsidP="00B42F40">
      <w:pPr>
        <w:pStyle w:val="Textbezodsazen"/>
        <w:spacing w:after="0"/>
      </w:pPr>
      <w:r w:rsidRPr="00EA6345">
        <w:t>IČO: 70994234 DIČ: CZ70994234</w:t>
      </w:r>
    </w:p>
    <w:p w14:paraId="4912D872" w14:textId="77777777" w:rsidR="00F422D3" w:rsidRPr="00EA6345" w:rsidRDefault="00F422D3" w:rsidP="00B42F40">
      <w:pPr>
        <w:pStyle w:val="Textbezodsazen"/>
        <w:spacing w:after="0"/>
      </w:pPr>
      <w:r w:rsidRPr="00EA6345">
        <w:t>zapsaná v obchodním rejstříku vedeném Městským soudem v Praze,</w:t>
      </w:r>
    </w:p>
    <w:p w14:paraId="7306580A" w14:textId="77777777" w:rsidR="00F422D3" w:rsidRPr="00EA6345" w:rsidRDefault="00F422D3" w:rsidP="00B42F40">
      <w:pPr>
        <w:pStyle w:val="Textbezodsazen"/>
        <w:spacing w:after="0"/>
      </w:pPr>
      <w:r w:rsidRPr="00EA6345">
        <w:t>spisová značka A 48384</w:t>
      </w:r>
    </w:p>
    <w:p w14:paraId="556C748A" w14:textId="77777777" w:rsidR="00F422D3" w:rsidRPr="00EA6345" w:rsidRDefault="00F422D3" w:rsidP="00B42F40">
      <w:pPr>
        <w:pStyle w:val="Textbezodsazen"/>
        <w:spacing w:after="0"/>
      </w:pPr>
      <w:r w:rsidRPr="00EA6345">
        <w:t xml:space="preserve">zastoupena: Ing. Mojmírem Nejezchlebem, náměstkem GŘ pro modernizaci dráhy </w:t>
      </w:r>
    </w:p>
    <w:p w14:paraId="3CBFA42E" w14:textId="77777777" w:rsidR="00F422D3" w:rsidRDefault="00F422D3" w:rsidP="00B42F40">
      <w:pPr>
        <w:pStyle w:val="Textbezodsazen"/>
      </w:pPr>
      <w:r w:rsidRPr="00EA6345">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0253D3A6" w14:textId="77777777" w:rsidR="00EA6345" w:rsidRDefault="00EA6345" w:rsidP="00B42F40">
      <w:pPr>
        <w:pStyle w:val="Textbezodsazen"/>
      </w:pPr>
      <w:r w:rsidRPr="00EA6345">
        <w:t xml:space="preserve">Stavební správa východ, Nerudova 1, 779 00 Olomouc </w:t>
      </w:r>
    </w:p>
    <w:p w14:paraId="7949659B" w14:textId="59E00605"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bookmarkStart w:id="0" w:name="_GoBack"/>
      <w:bookmarkEnd w:id="0"/>
    </w:p>
    <w:p w14:paraId="1A3413A7" w14:textId="4B65EF13" w:rsidR="00F422D3" w:rsidRDefault="00F422D3" w:rsidP="00B42F40">
      <w:pPr>
        <w:pStyle w:val="Textbezodsazen"/>
      </w:pPr>
      <w:r>
        <w:t>ISPROFOND</w:t>
      </w:r>
      <w:r w:rsidR="00263FAC">
        <w:t xml:space="preserve">: </w:t>
      </w:r>
      <w:r w:rsidR="009C0EFB">
        <w:t>5623510024</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19F1B7A8" w:rsidR="00F422D3" w:rsidRDefault="00F422D3" w:rsidP="00B42F40">
      <w:pPr>
        <w:pStyle w:val="Textbezodsazen"/>
      </w:pPr>
      <w:r w:rsidRPr="00B42F40">
        <w:t xml:space="preserve">Objednatel si přeje, aby Dílo </w:t>
      </w:r>
      <w:r w:rsidR="00EA6345" w:rsidRPr="00EA6345">
        <w:t>„Zrušení přejezdu P6801 v km 179,826 trati Brno – Č. Třebová a vý</w:t>
      </w:r>
      <w:r w:rsidR="00EA6345">
        <w:t>stavba podchodu v zast. Blansko“</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00EF0CC0" w:rsidR="00F422D3" w:rsidRPr="004722B6" w:rsidRDefault="00F422D3" w:rsidP="00EA585B">
      <w:pPr>
        <w:pStyle w:val="slovanseznam"/>
        <w:rPr>
          <w:rFonts w:asciiTheme="majorHAnsi" w:hAnsiTheme="majorHAnsi"/>
          <w:sz w:val="18"/>
          <w:szCs w:val="18"/>
        </w:rPr>
      </w:pPr>
      <w:r w:rsidRPr="00C50C28">
        <w:rPr>
          <w:sz w:val="18"/>
          <w:szCs w:val="18"/>
        </w:rPr>
        <w:t>Platí, že následující dokumenty tvoří součást této Smlouvy o dílo (ve znění případných dodatků) a jako její sou</w:t>
      </w:r>
      <w:r w:rsidR="00AC41C6">
        <w:rPr>
          <w:sz w:val="18"/>
          <w:szCs w:val="18"/>
        </w:rPr>
        <w:t>část musí být čteny a vykládány</w:t>
      </w:r>
      <w:r w:rsidR="00AC41C6" w:rsidRPr="004722B6">
        <w:rPr>
          <w:sz w:val="18"/>
          <w:szCs w:val="18"/>
        </w:rPr>
        <w:t xml:space="preserve">, </w:t>
      </w:r>
      <w:r w:rsidR="00AC41C6" w:rsidRPr="004722B6">
        <w:rPr>
          <w:rFonts w:asciiTheme="majorHAnsi" w:hAnsiTheme="majorHAnsi"/>
          <w:sz w:val="18"/>
          <w:szCs w:val="18"/>
        </w:rPr>
        <w:t>a to dle pořadí závaznosti uvedeného ve Smluvních podmínkách.</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5AB42F2" w14:textId="35570099" w:rsidR="00F422D3" w:rsidRPr="00891044" w:rsidRDefault="00F422D3" w:rsidP="00891044">
      <w:pPr>
        <w:pStyle w:val="slovanseznam2"/>
        <w:numPr>
          <w:ilvl w:val="0"/>
          <w:numId w:val="0"/>
        </w:numPr>
        <w:tabs>
          <w:tab w:val="num" w:pos="1134"/>
        </w:tabs>
        <w:ind w:left="1134"/>
        <w:rPr>
          <w:sz w:val="18"/>
          <w:szCs w:val="18"/>
        </w:rPr>
      </w:pPr>
      <w:r w:rsidRPr="00891044">
        <w:rPr>
          <w:sz w:val="18"/>
          <w:szCs w:val="18"/>
        </w:rPr>
        <w:t xml:space="preserve">Smluvní podmínky [Smluvní podmínky pro </w:t>
      </w:r>
      <w:r w:rsidR="001906C2" w:rsidRPr="00891044">
        <w:rPr>
          <w:sz w:val="18"/>
          <w:szCs w:val="18"/>
        </w:rPr>
        <w:t>výstavbu pozemních a </w:t>
      </w:r>
      <w:r w:rsidRPr="00891044">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891044">
        <w:rPr>
          <w:sz w:val="18"/>
          <w:szCs w:val="18"/>
        </w:rPr>
        <w:t xml:space="preserve"> železnic</w:t>
      </w:r>
      <w:r w:rsidRPr="00891044">
        <w:rPr>
          <w:sz w:val="18"/>
          <w:szCs w:val="18"/>
        </w:rPr>
        <w:t xml:space="preserve">, státní organizace </w:t>
      </w:r>
      <w:r w:rsidR="00D453DF" w:rsidRPr="00891044">
        <w:rPr>
          <w:sz w:val="18"/>
          <w:szCs w:val="18"/>
        </w:rPr>
        <w:t>č.j.</w:t>
      </w:r>
      <w:r w:rsidR="00216B7D" w:rsidRPr="00891044">
        <w:rPr>
          <w:sz w:val="18"/>
          <w:szCs w:val="18"/>
        </w:rPr>
        <w:t>:</w:t>
      </w:r>
      <w:r w:rsidRPr="00891044">
        <w:rPr>
          <w:sz w:val="18"/>
          <w:szCs w:val="18"/>
        </w:rPr>
        <w:t xml:space="preserve"> </w:t>
      </w:r>
      <w:r w:rsidR="00216B7D" w:rsidRPr="00891044">
        <w:rPr>
          <w:sz w:val="18"/>
          <w:szCs w:val="18"/>
        </w:rPr>
        <w:t xml:space="preserve">MD/20033/2021/520 </w:t>
      </w:r>
    </w:p>
    <w:p w14:paraId="59ABA18E" w14:textId="52F45E3B" w:rsidR="00891044" w:rsidRPr="00891044" w:rsidRDefault="00F422D3" w:rsidP="00891044">
      <w:pPr>
        <w:pStyle w:val="slovanseznam2"/>
        <w:rPr>
          <w:sz w:val="18"/>
          <w:szCs w:val="18"/>
        </w:rPr>
      </w:pPr>
      <w:r w:rsidRPr="00C50C28">
        <w:rPr>
          <w:sz w:val="18"/>
          <w:szCs w:val="18"/>
        </w:rPr>
        <w:t>Technická specifikace</w:t>
      </w:r>
      <w:r w:rsidR="00891044">
        <w:rPr>
          <w:sz w:val="18"/>
          <w:szCs w:val="18"/>
        </w:rPr>
        <w:t xml:space="preserve"> </w:t>
      </w:r>
      <w:r w:rsidR="00891044" w:rsidRPr="00891044">
        <w:rPr>
          <w:sz w:val="18"/>
          <w:szCs w:val="18"/>
        </w:rPr>
        <w:t>(VTP</w:t>
      </w:r>
      <w:r w:rsidR="009B24AD">
        <w:rPr>
          <w:sz w:val="18"/>
          <w:szCs w:val="18"/>
        </w:rPr>
        <w:t>_R-F_13-21</w:t>
      </w:r>
      <w:r w:rsidR="00891044" w:rsidRPr="00891044">
        <w:rPr>
          <w:sz w:val="18"/>
          <w:szCs w:val="18"/>
        </w:rPr>
        <w:t>, ZTP</w:t>
      </w:r>
      <w:r w:rsidR="009B24AD">
        <w:rPr>
          <w:sz w:val="18"/>
          <w:szCs w:val="18"/>
        </w:rPr>
        <w:t>_podchod Blansko</w:t>
      </w:r>
      <w:r w:rsidR="00891044" w:rsidRPr="00891044">
        <w:rPr>
          <w:sz w:val="18"/>
          <w:szCs w:val="18"/>
        </w:rPr>
        <w:t xml:space="preserve"> a další dle Pod-článku 1.1.1.5 Smluvních podmínek)</w:t>
      </w:r>
    </w:p>
    <w:p w14:paraId="063405DA" w14:textId="77777777" w:rsidR="00F422D3" w:rsidRPr="00C50C28" w:rsidRDefault="00F422D3" w:rsidP="00EA585B">
      <w:pPr>
        <w:pStyle w:val="slovanseznam2"/>
        <w:rPr>
          <w:sz w:val="18"/>
          <w:szCs w:val="18"/>
        </w:rPr>
      </w:pP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77777777" w:rsidR="00F422D3" w:rsidRPr="00EA6345" w:rsidRDefault="00F422D3" w:rsidP="00600ECE">
      <w:pPr>
        <w:pStyle w:val="slovanseznam3"/>
        <w:rPr>
          <w:sz w:val="18"/>
          <w:szCs w:val="18"/>
        </w:rPr>
      </w:pPr>
      <w:r w:rsidRPr="00EA6345">
        <w:rPr>
          <w:sz w:val="18"/>
          <w:szCs w:val="18"/>
        </w:rPr>
        <w:t>Soupis prací,</w:t>
      </w:r>
    </w:p>
    <w:p w14:paraId="552D09E6" w14:textId="03A74AB7" w:rsidR="00AC41C6" w:rsidRPr="004722B6" w:rsidRDefault="00900E8B" w:rsidP="00900E8B">
      <w:pPr>
        <w:pStyle w:val="slovanseznam2"/>
        <w:rPr>
          <w:sz w:val="18"/>
          <w:szCs w:val="18"/>
        </w:rPr>
      </w:pPr>
      <w:r w:rsidRPr="004722B6">
        <w:rPr>
          <w:sz w:val="18"/>
          <w:szCs w:val="18"/>
        </w:rPr>
        <w:t>Ostatní dokumenty tvořící součást Smlouvy (https://www.sfdi.cz/pravidla-metodiky-a-ceniky/metodiky/)</w:t>
      </w:r>
    </w:p>
    <w:p w14:paraId="3BE1B0FE"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kvantifikaci finančních nároků při zpoždění a prodloužení – schváleno Ministerstvem dopravy dne 10.11.2020</w:t>
      </w:r>
    </w:p>
    <w:p w14:paraId="5C4FE473"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časové řízení u stavebních zakázek podle Smluvních podmínek FIDIC (1.vydání leden 2018) schváleno Ministerstvem dopravy dne 20.2.2018</w:t>
      </w:r>
    </w:p>
    <w:p w14:paraId="7FFC0A5B"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správu změn díla (variací) u stavebních zakázek financovaných z rozpočtu SFDI podle smluvních podmínek FIDIC (Červené knihy) ve vztahu k úpravě zadávání veřejných zakázek – 1.vydání, leden 2018</w:t>
      </w:r>
    </w:p>
    <w:p w14:paraId="55783585" w14:textId="1A8C09E0" w:rsidR="001C65FE" w:rsidRPr="00C50C28" w:rsidRDefault="001C65FE" w:rsidP="00AC41C6">
      <w:pPr>
        <w:pStyle w:val="slovanseznam3"/>
        <w:numPr>
          <w:ilvl w:val="0"/>
          <w:numId w:val="0"/>
        </w:numPr>
        <w:rPr>
          <w:sz w:val="18"/>
          <w:szCs w:val="18"/>
        </w:rPr>
      </w:pPr>
    </w:p>
    <w:p w14:paraId="61DDEF7F" w14:textId="1150FA0B" w:rsidR="00F422D3"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6A953D9A" w14:textId="77777777" w:rsidR="001C65FE" w:rsidRPr="00C50C28" w:rsidRDefault="001C65FE" w:rsidP="001C65FE">
      <w:pPr>
        <w:pStyle w:val="slovanseznam"/>
        <w:numPr>
          <w:ilvl w:val="0"/>
          <w:numId w:val="0"/>
        </w:numPr>
        <w:ind w:left="567"/>
        <w:rPr>
          <w:sz w:val="18"/>
          <w:szCs w:val="18"/>
        </w:rPr>
      </w:pPr>
    </w:p>
    <w:p w14:paraId="1A39C1DE" w14:textId="2287BC82" w:rsidR="00F422D3"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C577A41" w14:textId="517AB902" w:rsidR="001C65FE" w:rsidRPr="00C50C28" w:rsidRDefault="001C65FE" w:rsidP="001C65FE">
      <w:pPr>
        <w:pStyle w:val="slovanseznam"/>
        <w:numPr>
          <w:ilvl w:val="0"/>
          <w:numId w:val="0"/>
        </w:numPr>
        <w:rPr>
          <w:sz w:val="18"/>
          <w:szCs w:val="18"/>
        </w:rPr>
      </w:pPr>
    </w:p>
    <w:p w14:paraId="34CF1640" w14:textId="725B4B1D" w:rsidR="00F422D3"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335D9471" w14:textId="0F8917C7" w:rsidR="001C65FE" w:rsidRPr="00C50C28" w:rsidRDefault="001C65FE" w:rsidP="001C65FE">
      <w:pPr>
        <w:pStyle w:val="slovanseznam"/>
        <w:numPr>
          <w:ilvl w:val="0"/>
          <w:numId w:val="0"/>
        </w:numPr>
        <w:rPr>
          <w:sz w:val="18"/>
          <w:szCs w:val="18"/>
        </w:rPr>
      </w:pPr>
    </w:p>
    <w:p w14:paraId="07955C5C" w14:textId="7BA62446" w:rsidR="00F422D3" w:rsidRPr="004722B6"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XDC</w:t>
      </w:r>
      <w:r w:rsidR="00D4328E" w:rsidRPr="004722B6">
        <w:rPr>
          <w:sz w:val="18"/>
          <w:szCs w:val="18"/>
        </w:rPr>
        <w:t xml:space="preserve">, </w:t>
      </w:r>
      <w:hyperlink r:id="rId11" w:history="1">
        <w:r w:rsidR="00374BDE" w:rsidRPr="004722B6">
          <w:rPr>
            <w:rStyle w:val="Hypertextovodkaz"/>
            <w:noProof w:val="0"/>
            <w:color w:val="auto"/>
            <w:sz w:val="18"/>
            <w:szCs w:val="18"/>
          </w:rPr>
          <w:t>https://xdc.szdc.cz/</w:t>
        </w:r>
      </w:hyperlink>
      <w:r w:rsidRPr="004722B6">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lastRenderedPageBreak/>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6639912" w:rsidR="00D24D74" w:rsidRPr="00C50C28" w:rsidRDefault="00D24D74" w:rsidP="00D24D74">
      <w:pPr>
        <w:pStyle w:val="slovanseznam2"/>
        <w:numPr>
          <w:ilvl w:val="0"/>
          <w:numId w:val="0"/>
        </w:numPr>
        <w:ind w:left="1134"/>
        <w:rPr>
          <w:sz w:val="18"/>
          <w:szCs w:val="18"/>
        </w:rPr>
      </w:pPr>
    </w:p>
    <w:p w14:paraId="6607A06E" w14:textId="4473D6F8" w:rsidR="00F422D3" w:rsidRDefault="00F422D3" w:rsidP="00D24D74">
      <w:pPr>
        <w:pStyle w:val="slovanseznam"/>
        <w:rPr>
          <w:sz w:val="18"/>
          <w:szCs w:val="18"/>
        </w:rPr>
      </w:pPr>
      <w:r w:rsidRPr="00222886">
        <w:rPr>
          <w:sz w:val="18"/>
          <w:szCs w:val="18"/>
        </w:rPr>
        <w:t>Rekapitulace ceny je uvedena v příloze č. 1 této Smlouvy o dílo.</w:t>
      </w:r>
    </w:p>
    <w:p w14:paraId="2B0AC263" w14:textId="77777777" w:rsidR="001C65FE" w:rsidRPr="00222886" w:rsidRDefault="001C65FE" w:rsidP="001C65FE">
      <w:pPr>
        <w:pStyle w:val="slovanseznam"/>
        <w:numPr>
          <w:ilvl w:val="0"/>
          <w:numId w:val="0"/>
        </w:numPr>
        <w:ind w:left="567"/>
        <w:rPr>
          <w:sz w:val="18"/>
          <w:szCs w:val="18"/>
        </w:rPr>
      </w:pPr>
    </w:p>
    <w:p w14:paraId="6A363356" w14:textId="2F25FAD2" w:rsidR="002D7BAE" w:rsidRPr="00FA237E" w:rsidRDefault="002D7BAE" w:rsidP="002D7BAE">
      <w:pPr>
        <w:pStyle w:val="slovanseznam"/>
        <w:rPr>
          <w:i/>
          <w:color w:val="00B050"/>
          <w:sz w:val="18"/>
          <w:szCs w:val="18"/>
        </w:rPr>
      </w:pPr>
      <w:r w:rsidRPr="004722B6">
        <w:rPr>
          <w:sz w:val="18"/>
          <w:szCs w:val="18"/>
        </w:rPr>
        <w:t>Sociálně a environmentálně odpovědné zadávání</w:t>
      </w:r>
    </w:p>
    <w:p w14:paraId="3A2FBEBC" w14:textId="3BF95C22" w:rsidR="00C81A30" w:rsidRPr="004722B6" w:rsidRDefault="00C81A30" w:rsidP="00C81A30">
      <w:pPr>
        <w:pStyle w:val="Text1-2"/>
        <w:numPr>
          <w:ilvl w:val="0"/>
          <w:numId w:val="0"/>
        </w:numPr>
        <w:spacing w:line="240" w:lineRule="auto"/>
        <w:ind w:left="567"/>
      </w:pPr>
      <w:r w:rsidRPr="004722B6">
        <w:t>Objednatel</w:t>
      </w:r>
      <w:r w:rsidR="00143682" w:rsidRPr="004722B6">
        <w:t xml:space="preserve"> vymezil ve Smluvních podmínkách</w:t>
      </w:r>
      <w:r w:rsidRPr="004722B6">
        <w:t xml:space="preserve"> požadavky sociálně odpovědného zadávání, environmentálně odpovědného zadávání a inovací tak, aby jejich aplikací nebyl</w:t>
      </w:r>
      <w:r w:rsidR="00C74AE9" w:rsidRPr="004722B6">
        <w:t>y</w:t>
      </w:r>
      <w:r w:rsidRPr="004722B6">
        <w:t xml:space="preserve"> porušen</w:t>
      </w:r>
      <w:r w:rsidR="00C74AE9" w:rsidRPr="004722B6">
        <w:t>y zásady</w:t>
      </w:r>
      <w:r w:rsidRPr="004722B6">
        <w:t xml:space="preserve"> </w:t>
      </w:r>
      <w:r w:rsidR="00C74AE9" w:rsidRPr="004722B6">
        <w:t>zákona č.134/2016 Sb., o zadá</w:t>
      </w:r>
      <w:r w:rsidR="009178EF" w:rsidRPr="004722B6">
        <w:t>vání veřejných zakázek (dále jen</w:t>
      </w:r>
      <w:r w:rsidR="00C74AE9" w:rsidRPr="004722B6">
        <w:t xml:space="preserve"> ZZVZ).</w:t>
      </w:r>
    </w:p>
    <w:p w14:paraId="02F68F11" w14:textId="11B879B3" w:rsidR="00C81A30" w:rsidRPr="004722B6" w:rsidRDefault="00C74AE9" w:rsidP="00C74AE9">
      <w:pPr>
        <w:pStyle w:val="Text1-2"/>
        <w:numPr>
          <w:ilvl w:val="0"/>
          <w:numId w:val="0"/>
        </w:numPr>
        <w:spacing w:line="240" w:lineRule="auto"/>
      </w:pPr>
      <w:r w:rsidRPr="004722B6">
        <w:t xml:space="preserve">         V rámci plnění Díla jde o dále uvedené požadavky:</w:t>
      </w:r>
    </w:p>
    <w:p w14:paraId="6D217E33" w14:textId="3787A854" w:rsidR="00C74AE9" w:rsidRPr="004722B6" w:rsidRDefault="00C74AE9" w:rsidP="00C74AE9">
      <w:pPr>
        <w:pStyle w:val="Text1-2"/>
        <w:numPr>
          <w:ilvl w:val="0"/>
          <w:numId w:val="18"/>
        </w:numPr>
        <w:spacing w:line="240" w:lineRule="auto"/>
      </w:pPr>
      <w:r w:rsidRPr="004722B6">
        <w:t>rovnocenné platební podmínky v rámci dodavatelského řetězce,</w:t>
      </w:r>
    </w:p>
    <w:p w14:paraId="195D119D" w14:textId="3BA3A540" w:rsidR="00C74AE9" w:rsidRPr="004722B6" w:rsidRDefault="00C74AE9" w:rsidP="00C74AE9">
      <w:pPr>
        <w:pStyle w:val="Text1-2"/>
        <w:numPr>
          <w:ilvl w:val="0"/>
          <w:numId w:val="18"/>
        </w:numPr>
        <w:spacing w:line="240" w:lineRule="auto"/>
      </w:pPr>
      <w:r w:rsidRPr="004722B6">
        <w:t>jednání vedená primárně distančním způsobem,</w:t>
      </w:r>
    </w:p>
    <w:p w14:paraId="10075475" w14:textId="2433DB0E" w:rsidR="00C74AE9" w:rsidRPr="004722B6" w:rsidRDefault="009B39A2" w:rsidP="00C74AE9">
      <w:pPr>
        <w:pStyle w:val="Text1-2"/>
        <w:numPr>
          <w:ilvl w:val="0"/>
          <w:numId w:val="18"/>
        </w:numPr>
        <w:spacing w:line="240" w:lineRule="auto"/>
      </w:pPr>
      <w:r>
        <w:t>studentské exkurze.</w:t>
      </w:r>
    </w:p>
    <w:p w14:paraId="6FE3C4BB" w14:textId="763E8B5B" w:rsidR="001B625A"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587515AC" w14:textId="77777777" w:rsidR="001C65FE" w:rsidRPr="00C50C28" w:rsidRDefault="001C65FE" w:rsidP="001C65FE">
      <w:pPr>
        <w:pStyle w:val="slovanseznam"/>
        <w:numPr>
          <w:ilvl w:val="0"/>
          <w:numId w:val="0"/>
        </w:numPr>
        <w:ind w:left="567"/>
        <w:rPr>
          <w:sz w:val="18"/>
          <w:szCs w:val="18"/>
        </w:rPr>
      </w:pPr>
    </w:p>
    <w:p w14:paraId="0FFF3D5C" w14:textId="27CF9523" w:rsidR="00F422D3"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61992971" w14:textId="7030F512" w:rsidR="001C65FE" w:rsidRPr="00C50C28" w:rsidRDefault="001C65FE" w:rsidP="001C65FE">
      <w:pPr>
        <w:pStyle w:val="slovanseznam"/>
        <w:numPr>
          <w:ilvl w:val="0"/>
          <w:numId w:val="0"/>
        </w:numPr>
        <w:rPr>
          <w:sz w:val="18"/>
          <w:szCs w:val="18"/>
        </w:rPr>
      </w:pPr>
    </w:p>
    <w:p w14:paraId="4DE1BCFA" w14:textId="23AF7549" w:rsidR="00F422D3" w:rsidRDefault="00F422D3" w:rsidP="00D24D74">
      <w:pPr>
        <w:pStyle w:val="slovanseznam"/>
        <w:rPr>
          <w:sz w:val="18"/>
          <w:szCs w:val="18"/>
        </w:rPr>
      </w:pPr>
      <w:r w:rsidRPr="002D7BAE">
        <w:rPr>
          <w:sz w:val="18"/>
          <w:szCs w:val="18"/>
        </w:rPr>
        <w:t>Strany se dohodly, že stane-li se Zhotovitel nespolehlivým plátcem ve smyslu §</w:t>
      </w:r>
      <w:r w:rsidR="002E4514" w:rsidRPr="002D7BAE">
        <w:rPr>
          <w:sz w:val="18"/>
          <w:szCs w:val="18"/>
        </w:rPr>
        <w:t> </w:t>
      </w:r>
      <w:r w:rsidRPr="002D7BAE">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D332F43" w14:textId="3812B58F" w:rsidR="001C65FE" w:rsidRPr="002D7BAE" w:rsidRDefault="001C65FE" w:rsidP="001C65FE">
      <w:pPr>
        <w:pStyle w:val="slovanseznam"/>
        <w:numPr>
          <w:ilvl w:val="0"/>
          <w:numId w:val="0"/>
        </w:numPr>
        <w:rPr>
          <w:sz w:val="18"/>
          <w:szCs w:val="18"/>
        </w:rPr>
      </w:pPr>
    </w:p>
    <w:p w14:paraId="681B9264" w14:textId="28AAA2A8" w:rsidR="00F422D3"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352EDB1A" w14:textId="2763394D" w:rsidR="001C65FE" w:rsidRPr="00C50C28" w:rsidRDefault="001C65FE" w:rsidP="001C65FE">
      <w:pPr>
        <w:pStyle w:val="slovanseznam"/>
        <w:numPr>
          <w:ilvl w:val="0"/>
          <w:numId w:val="0"/>
        </w:numPr>
        <w:rPr>
          <w:sz w:val="18"/>
          <w:szCs w:val="18"/>
        </w:rPr>
      </w:pPr>
    </w:p>
    <w:p w14:paraId="04CC02CA" w14:textId="05B546E1" w:rsidR="00F422D3" w:rsidRDefault="00F422D3" w:rsidP="00A1299E">
      <w:pPr>
        <w:pStyle w:val="slovanseznam"/>
      </w:pPr>
      <w:r w:rsidRPr="007F124D">
        <w:t xml:space="preserve">Lhůty stanovené v odst 8.3.3 </w:t>
      </w:r>
      <w:r w:rsidR="00222886" w:rsidRPr="007F124D">
        <w:t>VTP</w:t>
      </w:r>
      <w:r w:rsidRPr="007F124D">
        <w:t xml:space="preserve"> na realizaci a lhůty stanovené v </w:t>
      </w:r>
      <w:r w:rsidR="00D4328E" w:rsidRPr="007F124D">
        <w:t>P</w:t>
      </w:r>
      <w:r w:rsidRPr="007F124D">
        <w:t xml:space="preserve">od-článku 7.9 Smluvních podmínek se nepoužijí a nahrazují se lhůtou </w:t>
      </w:r>
      <w:r w:rsidR="00A1299E" w:rsidRPr="007F124D">
        <w:rPr>
          <w:b/>
        </w:rPr>
        <w:t>9 měsíců</w:t>
      </w:r>
      <w:r w:rsidRPr="007F124D">
        <w:t xml:space="preserve"> po dokončení konečného přejímacího řízení poslední Sekce, tj. do </w:t>
      </w:r>
      <w:r w:rsidR="00A1299E" w:rsidRPr="007F124D">
        <w:rPr>
          <w:b/>
          <w:sz w:val="18"/>
          <w:szCs w:val="18"/>
        </w:rPr>
        <w:t>9 měsíců</w:t>
      </w:r>
      <w:r w:rsidR="00A1299E" w:rsidRPr="007F124D">
        <w:rPr>
          <w:sz w:val="18"/>
          <w:szCs w:val="18"/>
        </w:rPr>
        <w:t xml:space="preserve"> </w:t>
      </w:r>
      <w:r w:rsidRPr="007F124D">
        <w:t>ode dne vydání posledního Potvrzení o převzetí části Díla.</w:t>
      </w:r>
    </w:p>
    <w:p w14:paraId="166CE97A" w14:textId="3C84CA74" w:rsidR="007F124D" w:rsidRPr="007F124D" w:rsidRDefault="007F124D" w:rsidP="007F124D">
      <w:pPr>
        <w:pStyle w:val="slovanseznam"/>
        <w:numPr>
          <w:ilvl w:val="0"/>
          <w:numId w:val="0"/>
        </w:numPr>
      </w:pPr>
    </w:p>
    <w:p w14:paraId="2B1C4B48" w14:textId="1C6B7E27" w:rsidR="00F422D3"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 xml:space="preserve">uvy o dílo a příloh dle odst. </w:t>
      </w:r>
      <w:r w:rsidR="00584B5A">
        <w:rPr>
          <w:sz w:val="18"/>
          <w:szCs w:val="18"/>
        </w:rPr>
        <w:t xml:space="preserve">21 </w:t>
      </w:r>
      <w:r w:rsidRPr="00C50C28">
        <w:rPr>
          <w:sz w:val="18"/>
          <w:szCs w:val="18"/>
        </w:rPr>
        <w:t xml:space="preserve">této Smlouvy o dílo týkající se licencí, záruk, nároků z odpovědnosti za vady, nároky z odpovědnosti za škodu a nároky ze smluvních pokut, pokud vznikly před ukončením Smlouvy, ustanovení o ochraně informací, ani další </w:t>
      </w:r>
      <w:r w:rsidRPr="00C50C28">
        <w:rPr>
          <w:sz w:val="18"/>
          <w:szCs w:val="18"/>
        </w:rPr>
        <w:lastRenderedPageBreak/>
        <w:t>ustanovení a nároky, z jejichž povahy vyplývá, že mají trvat i po ukončení účinnosti této Smlouvy.</w:t>
      </w:r>
    </w:p>
    <w:p w14:paraId="3B27599B" w14:textId="77777777" w:rsidR="001C65FE" w:rsidRPr="00C50C28" w:rsidRDefault="001C65FE" w:rsidP="001C65FE">
      <w:pPr>
        <w:pStyle w:val="slovanseznam"/>
        <w:numPr>
          <w:ilvl w:val="0"/>
          <w:numId w:val="0"/>
        </w:numPr>
        <w:ind w:left="567"/>
        <w:rPr>
          <w:sz w:val="18"/>
          <w:szCs w:val="18"/>
        </w:rPr>
      </w:pPr>
    </w:p>
    <w:p w14:paraId="7780CFA9" w14:textId="562FF1F4" w:rsidR="00F422D3"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8620B90" w14:textId="2AC481EB" w:rsidR="001C65FE" w:rsidRPr="00C50C28" w:rsidRDefault="001C65FE" w:rsidP="001C65FE">
      <w:pPr>
        <w:pStyle w:val="slovanseznam"/>
        <w:numPr>
          <w:ilvl w:val="0"/>
          <w:numId w:val="0"/>
        </w:numPr>
        <w:rPr>
          <w:sz w:val="18"/>
          <w:szCs w:val="18"/>
        </w:rPr>
      </w:pP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7F124D"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 xml:space="preserve">požadavek, že níže uvedené významné činnosti při plnění veřejné zakázky musí být </w:t>
      </w:r>
      <w:r w:rsidRPr="007F124D">
        <w:rPr>
          <w:sz w:val="18"/>
          <w:szCs w:val="18"/>
        </w:rPr>
        <w:t>plněny přímo Zhotovitelem jeho vlastními prostředky:</w:t>
      </w:r>
    </w:p>
    <w:p w14:paraId="37A3F138" w14:textId="01856643" w:rsidR="00F422D3" w:rsidRPr="007F124D" w:rsidRDefault="005E228F" w:rsidP="005E228F">
      <w:pPr>
        <w:pStyle w:val="Seznamsodrkami"/>
        <w:rPr>
          <w:sz w:val="18"/>
          <w:szCs w:val="18"/>
        </w:rPr>
      </w:pPr>
      <w:r w:rsidRPr="007F124D">
        <w:rPr>
          <w:sz w:val="18"/>
          <w:szCs w:val="18"/>
        </w:rPr>
        <w:t>SO 11-20-01 T.ú. Blansko – Rájec-Jestřebí, železniční most (podchod) v km 179,826  - výstavba nosné konstrukce mostu (podchodu)</w:t>
      </w:r>
    </w:p>
    <w:p w14:paraId="4D5E402E" w14:textId="2616ECD5" w:rsidR="004F6BB8" w:rsidRPr="00222886" w:rsidRDefault="00F422D3" w:rsidP="00222886">
      <w:pPr>
        <w:pStyle w:val="slovanseznam2"/>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 xml:space="preserve">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w:t>
      </w:r>
      <w:r w:rsidR="000D281E" w:rsidRPr="00B26105">
        <w:rPr>
          <w:sz w:val="18"/>
          <w:szCs w:val="18"/>
        </w:rPr>
        <w:t xml:space="preserve">než který </w:t>
      </w:r>
      <w:r w:rsidR="00B26105" w:rsidRPr="00B26105">
        <w:rPr>
          <w:sz w:val="18"/>
          <w:szCs w:val="18"/>
        </w:rPr>
        <w:t xml:space="preserve">před uzavřením Smlouvy </w:t>
      </w:r>
      <w:r w:rsidR="000D281E" w:rsidRPr="00B26105">
        <w:rPr>
          <w:sz w:val="18"/>
          <w:szCs w:val="18"/>
        </w:rPr>
        <w:t xml:space="preserve">prokázal odpovídající požadavky na technickou kvalifikaci, </w:t>
      </w:r>
      <w:r w:rsidRPr="00B26105">
        <w:rPr>
          <w:sz w:val="18"/>
          <w:szCs w:val="18"/>
        </w:rPr>
        <w:t xml:space="preserve">pak </w:t>
      </w:r>
      <w:r w:rsidRPr="00C50C28">
        <w:rPr>
          <w:sz w:val="18"/>
          <w:szCs w:val="18"/>
        </w:rPr>
        <w:t>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2AD260B0" w14:textId="678AA441" w:rsidR="006467C2" w:rsidRPr="004722B6" w:rsidRDefault="00A1299E" w:rsidP="00A1299E">
      <w:pPr>
        <w:pStyle w:val="slovanseznam2"/>
      </w:pPr>
      <w:r w:rsidRPr="00A1299E">
        <w:rPr>
          <w:sz w:val="18"/>
          <w:szCs w:val="18"/>
        </w:rPr>
        <w:t>NEOBSAZENO</w:t>
      </w:r>
      <w:r w:rsidR="006467C2" w:rsidRPr="004722B6">
        <w:t xml:space="preserve">.  </w:t>
      </w:r>
    </w:p>
    <w:p w14:paraId="4A6AB63E" w14:textId="77777777" w:rsidR="00076695" w:rsidRPr="004722B6" w:rsidRDefault="00076695" w:rsidP="00076695">
      <w:pPr>
        <w:pStyle w:val="slovanseznam2"/>
        <w:numPr>
          <w:ilvl w:val="0"/>
          <w:numId w:val="0"/>
        </w:numPr>
        <w:ind w:left="1134"/>
        <w:rPr>
          <w:sz w:val="18"/>
          <w:szCs w:val="18"/>
        </w:rPr>
      </w:pP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odst.1 ZZVZ ve věci měření množství každé původní měřitelné položky s jednotkovou cenou ve výkazu výměr dle čl.12 Smluvních podmínek.</w:t>
      </w:r>
    </w:p>
    <w:p w14:paraId="7D95AE35" w14:textId="77777777" w:rsidR="001C65FE" w:rsidRPr="00C50C28" w:rsidRDefault="001C65FE" w:rsidP="001F2502">
      <w:pPr>
        <w:pStyle w:val="slovanseznam2"/>
        <w:numPr>
          <w:ilvl w:val="0"/>
          <w:numId w:val="0"/>
        </w:numPr>
        <w:ind w:left="1134" w:hanging="567"/>
        <w:rPr>
          <w:i/>
          <w:color w:val="00B050"/>
          <w:sz w:val="18"/>
          <w:szCs w:val="18"/>
        </w:rPr>
      </w:pPr>
    </w:p>
    <w:p w14:paraId="30D62591" w14:textId="487CCE0E" w:rsidR="00F422D3" w:rsidRDefault="00F422D3" w:rsidP="00EA585B">
      <w:pPr>
        <w:pStyle w:val="slovanseznam"/>
        <w:rPr>
          <w:sz w:val="18"/>
          <w:szCs w:val="18"/>
        </w:rPr>
      </w:pPr>
      <w:r w:rsidRPr="00C50C28">
        <w:rPr>
          <w:sz w:val="18"/>
          <w:szCs w:val="18"/>
        </w:rPr>
        <w:t xml:space="preserve">Závazky ze Smlouvy je možné měnit pouze písemnou dohodou </w:t>
      </w:r>
      <w:r w:rsidR="007E1B8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14102161" w14:textId="77777777" w:rsidR="001C65FE" w:rsidRPr="00C50C28" w:rsidRDefault="001C65FE" w:rsidP="001C65FE">
      <w:pPr>
        <w:pStyle w:val="slovanseznam"/>
        <w:numPr>
          <w:ilvl w:val="0"/>
          <w:numId w:val="0"/>
        </w:numPr>
        <w:ind w:left="567"/>
        <w:rPr>
          <w:sz w:val="18"/>
          <w:szCs w:val="18"/>
        </w:rPr>
      </w:pP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DA5988">
        <w:rPr>
          <w:sz w:val="18"/>
          <w:szCs w:val="18"/>
        </w:rPr>
        <w:lastRenderedPageBreak/>
        <w:t xml:space="preserve">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57A4A385"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62220C0B" w14:textId="77777777" w:rsidR="001C65FE" w:rsidRDefault="001C65FE" w:rsidP="001C65FE">
      <w:pPr>
        <w:pStyle w:val="slovanseznam"/>
        <w:numPr>
          <w:ilvl w:val="0"/>
          <w:numId w:val="0"/>
        </w:numPr>
        <w:ind w:left="567"/>
        <w:rPr>
          <w:sz w:val="18"/>
          <w:szCs w:val="18"/>
        </w:rPr>
      </w:pPr>
    </w:p>
    <w:p w14:paraId="31DC0D84" w14:textId="22C3FE0D" w:rsidR="001C65FE" w:rsidRPr="004722B6" w:rsidRDefault="001C65FE" w:rsidP="001C65FE">
      <w:pPr>
        <w:pStyle w:val="slovanseznam"/>
        <w:rPr>
          <w:sz w:val="18"/>
          <w:szCs w:val="18"/>
        </w:rPr>
      </w:pPr>
      <w:r w:rsidRPr="004722B6">
        <w:rPr>
          <w:sz w:val="18"/>
          <w:szCs w:val="18"/>
        </w:rPr>
        <w:t>Compliance doložka a etické zásady</w:t>
      </w:r>
    </w:p>
    <w:p w14:paraId="07F0A3F8" w14:textId="4F0CE275" w:rsidR="001C65FE" w:rsidRPr="004722B6" w:rsidRDefault="001C65FE" w:rsidP="001C65FE">
      <w:pPr>
        <w:pStyle w:val="slovanseznam"/>
        <w:numPr>
          <w:ilvl w:val="0"/>
          <w:numId w:val="0"/>
        </w:numPr>
        <w:ind w:left="567"/>
        <w:rPr>
          <w:sz w:val="18"/>
          <w:szCs w:val="18"/>
        </w:rPr>
      </w:pPr>
      <w:r w:rsidRPr="004722B6">
        <w:rPr>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C5889D5" w14:textId="77777777" w:rsidR="001C65FE" w:rsidRPr="001C65FE" w:rsidRDefault="001C65FE" w:rsidP="001C65FE">
      <w:pPr>
        <w:pStyle w:val="slovanseznam"/>
        <w:numPr>
          <w:ilvl w:val="0"/>
          <w:numId w:val="0"/>
        </w:numPr>
        <w:ind w:left="567"/>
        <w:rPr>
          <w:color w:val="FF0000"/>
          <w:sz w:val="18"/>
          <w:szCs w:val="18"/>
        </w:rPr>
      </w:pPr>
    </w:p>
    <w:p w14:paraId="4B23CE03" w14:textId="5C36EE60" w:rsidR="007E1B88" w:rsidRPr="00E429EB" w:rsidRDefault="00E429EB" w:rsidP="00E429EB">
      <w:pPr>
        <w:pStyle w:val="slovanseznam"/>
        <w:rPr>
          <w:sz w:val="18"/>
          <w:szCs w:val="18"/>
        </w:rPr>
      </w:pPr>
      <w:r w:rsidRPr="00E429EB">
        <w:rPr>
          <w:sz w:val="18"/>
          <w:szCs w:val="18"/>
        </w:rPr>
        <w:t>T</w:t>
      </w:r>
      <w:r w:rsidR="007E1B88" w:rsidRPr="00E429EB">
        <w:t xml:space="preserve">ato </w:t>
      </w:r>
      <w:r w:rsidR="007E1B88" w:rsidRPr="00713432">
        <w:t xml:space="preserve">Smlouva je vyhotovena elektronicky a podepsána zaručeným elektronickým podpisem založeným na kvalifikovaném certifikátu pro elektronický podpis nebo kvalifikovaným elektronickým podpisem. </w:t>
      </w:r>
    </w:p>
    <w:p w14:paraId="12F6CF76" w14:textId="77777777" w:rsidR="00D00CAF" w:rsidRDefault="00D00CAF" w:rsidP="007E1B88">
      <w:pPr>
        <w:pStyle w:val="slovanseznam"/>
        <w:numPr>
          <w:ilvl w:val="0"/>
          <w:numId w:val="0"/>
        </w:numPr>
        <w:ind w:left="567"/>
      </w:pPr>
    </w:p>
    <w:p w14:paraId="085866E3" w14:textId="02B6E5A7"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3646BA16" w:rsidR="00F465D8" w:rsidRPr="001C65FE" w:rsidRDefault="00F465D8" w:rsidP="001C65FE">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439219C" w14:textId="62391337" w:rsidR="00F422D3" w:rsidRPr="001C65FE" w:rsidRDefault="00F422D3" w:rsidP="001C65FE">
      <w:pPr>
        <w:pStyle w:val="slovanseznam"/>
        <w:numPr>
          <w:ilvl w:val="0"/>
          <w:numId w:val="0"/>
        </w:numPr>
        <w:tabs>
          <w:tab w:val="left" w:pos="2127"/>
        </w:tabs>
        <w:ind w:left="567"/>
        <w:rPr>
          <w:color w:val="00B050"/>
          <w:sz w:val="18"/>
          <w:szCs w:val="18"/>
        </w:rPr>
      </w:pPr>
      <w:r w:rsidRPr="00F040C9">
        <w:rPr>
          <w:sz w:val="18"/>
          <w:szCs w:val="18"/>
        </w:rPr>
        <w:t>Příloha č</w:t>
      </w:r>
      <w:r w:rsidR="00F465D8" w:rsidRPr="00F040C9">
        <w:rPr>
          <w:sz w:val="18"/>
          <w:szCs w:val="18"/>
        </w:rPr>
        <w:t xml:space="preserve"> </w:t>
      </w:r>
      <w:r w:rsidRPr="00F040C9">
        <w:rPr>
          <w:sz w:val="18"/>
          <w:szCs w:val="18"/>
        </w:rPr>
        <w:t>.</w:t>
      </w:r>
      <w:r w:rsidR="00F465D8" w:rsidRPr="00F040C9">
        <w:rPr>
          <w:sz w:val="18"/>
          <w:szCs w:val="18"/>
        </w:rPr>
        <w:t>8</w:t>
      </w:r>
      <w:r w:rsidRPr="00F040C9">
        <w:rPr>
          <w:sz w:val="18"/>
          <w:szCs w:val="18"/>
        </w:rPr>
        <w:tab/>
      </w:r>
      <w:r w:rsidR="005E228F" w:rsidRPr="00F040C9">
        <w:rPr>
          <w:sz w:val="18"/>
          <w:szCs w:val="18"/>
        </w:rPr>
        <w:t>NEOBSAZENO</w:t>
      </w:r>
    </w:p>
    <w:p w14:paraId="1ECB1E44" w14:textId="1E282FCA" w:rsidR="00F422D3" w:rsidRPr="00AC2EDB" w:rsidRDefault="00F422D3" w:rsidP="002E4514">
      <w:pPr>
        <w:pStyle w:val="slovanseznam"/>
        <w:numPr>
          <w:ilvl w:val="0"/>
          <w:numId w:val="0"/>
        </w:numPr>
        <w:tabs>
          <w:tab w:val="left" w:pos="2127"/>
        </w:tabs>
        <w:ind w:left="2127" w:hanging="1560"/>
        <w:rPr>
          <w:i/>
          <w:color w:val="00B050"/>
          <w:sz w:val="18"/>
          <w:szCs w:val="18"/>
        </w:rPr>
      </w:pPr>
      <w:r w:rsidRPr="007F124D">
        <w:rPr>
          <w:sz w:val="18"/>
          <w:szCs w:val="18"/>
        </w:rPr>
        <w:t>Příloha č.</w:t>
      </w:r>
      <w:r w:rsidR="00F465D8" w:rsidRPr="007F124D">
        <w:rPr>
          <w:sz w:val="18"/>
          <w:szCs w:val="18"/>
        </w:rPr>
        <w:t xml:space="preserve"> 9</w:t>
      </w:r>
      <w:r w:rsidRPr="007F124D">
        <w:rPr>
          <w:sz w:val="18"/>
          <w:szCs w:val="18"/>
        </w:rPr>
        <w:tab/>
        <w:t xml:space="preserve">Žádost o poskytnutí zálohové platby </w:t>
      </w:r>
    </w:p>
    <w:p w14:paraId="7BD0E540" w14:textId="49B3A08C" w:rsidR="00B9726B" w:rsidRPr="00DA5988" w:rsidRDefault="00077CE2" w:rsidP="00DA5988">
      <w:pPr>
        <w:pStyle w:val="slovanseznam"/>
        <w:numPr>
          <w:ilvl w:val="0"/>
          <w:numId w:val="0"/>
        </w:numPr>
        <w:tabs>
          <w:tab w:val="left" w:pos="2127"/>
        </w:tabs>
        <w:ind w:left="2127" w:hanging="1560"/>
        <w:rPr>
          <w:i/>
          <w:color w:val="00B050"/>
          <w:sz w:val="18"/>
          <w:szCs w:val="18"/>
        </w:rPr>
      </w:pPr>
      <w:r w:rsidRPr="00F040C9">
        <w:rPr>
          <w:sz w:val="18"/>
          <w:szCs w:val="18"/>
        </w:rPr>
        <w:t>Příloha č.10</w:t>
      </w:r>
      <w:r w:rsidRPr="00F040C9">
        <w:rPr>
          <w:sz w:val="18"/>
          <w:szCs w:val="18"/>
        </w:rPr>
        <w:tab/>
      </w:r>
      <w:r w:rsidR="005E228F" w:rsidRPr="00F040C9">
        <w:rPr>
          <w:sz w:val="18"/>
          <w:szCs w:val="18"/>
        </w:rPr>
        <w:t>NEOBSAZENO</w:t>
      </w:r>
    </w:p>
    <w:p w14:paraId="654E98DD" w14:textId="26157A9F"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 xml:space="preserve">Příloha č.11     </w:t>
      </w:r>
      <w:r w:rsidR="009B24AD">
        <w:rPr>
          <w:sz w:val="18"/>
          <w:szCs w:val="18"/>
        </w:rPr>
        <w:t xml:space="preserve">   </w:t>
      </w:r>
      <w:r w:rsidR="00077CE2" w:rsidRPr="00DA5988">
        <w:rPr>
          <w:sz w:val="18"/>
          <w:szCs w:val="18"/>
        </w:rPr>
        <w:t>Osvědčení</w:t>
      </w:r>
      <w:r>
        <w:rPr>
          <w:sz w:val="18"/>
          <w:szCs w:val="18"/>
        </w:rPr>
        <w:t xml:space="preserve"> o řádném plnění veřejné zakázky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lastRenderedPageBreak/>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28382E58"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r w:rsidR="007F124D">
        <w:rPr>
          <w:sz w:val="18"/>
          <w:szCs w:val="18"/>
        </w:rPr>
        <w:t>a spodek</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6E1E68" w14:textId="11BC7F49" w:rsidR="00F51686" w:rsidRPr="00F95FBD" w:rsidRDefault="00F51686" w:rsidP="00165977">
      <w:pPr>
        <w:pStyle w:val="Tabulka"/>
      </w:pPr>
    </w:p>
    <w:p w14:paraId="7BD65D3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7D3C16F1" w:rsidR="002038D5" w:rsidRPr="00F95FBD" w:rsidRDefault="00165977" w:rsidP="00165977">
      <w:pPr>
        <w:pStyle w:val="Nadpistabulky"/>
        <w:rPr>
          <w:sz w:val="18"/>
          <w:szCs w:val="18"/>
        </w:rPr>
      </w:pPr>
      <w:r w:rsidRPr="00F95FBD">
        <w:rPr>
          <w:sz w:val="18"/>
          <w:szCs w:val="18"/>
        </w:rPr>
        <w:t xml:space="preserve">Specialista (vedoucí prací) na </w:t>
      </w:r>
      <w:r w:rsidR="007F124D" w:rsidRPr="007F124D">
        <w:rPr>
          <w:sz w:val="18"/>
          <w:szCs w:val="18"/>
        </w:rPr>
        <w:t>pozemní komunikace</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0EBFBB19" w:rsidR="002038D5" w:rsidRDefault="002038D5" w:rsidP="00165977">
      <w:pPr>
        <w:pStyle w:val="Tabulka"/>
      </w:pPr>
    </w:p>
    <w:p w14:paraId="542E5187" w14:textId="4B9EDFE9" w:rsidR="00D87446" w:rsidRPr="00F95FBD" w:rsidRDefault="00D87446" w:rsidP="00D87446">
      <w:pPr>
        <w:pStyle w:val="Nadpistabulky"/>
        <w:rPr>
          <w:sz w:val="18"/>
          <w:szCs w:val="18"/>
        </w:rPr>
      </w:pPr>
      <w:r w:rsidRPr="00F95FBD">
        <w:rPr>
          <w:sz w:val="18"/>
          <w:szCs w:val="18"/>
        </w:rPr>
        <w:t xml:space="preserve">Specialista (vedoucí prací) na sdělovací </w:t>
      </w:r>
      <w:r w:rsidR="007F124D">
        <w:rPr>
          <w:sz w:val="18"/>
          <w:szCs w:val="18"/>
        </w:rPr>
        <w:t xml:space="preserve">a zabezpečovací </w:t>
      </w:r>
      <w:r w:rsidRPr="00F95FBD">
        <w:rPr>
          <w:sz w:val="18"/>
          <w:szCs w:val="18"/>
        </w:rPr>
        <w:t>zařízení</w:t>
      </w:r>
    </w:p>
    <w:tbl>
      <w:tblPr>
        <w:tblStyle w:val="Tabulka10"/>
        <w:tblW w:w="8868" w:type="dxa"/>
        <w:tblLook w:val="04A0" w:firstRow="1" w:lastRow="0" w:firstColumn="1" w:lastColumn="0" w:noHBand="0" w:noVBand="1"/>
      </w:tblPr>
      <w:tblGrid>
        <w:gridCol w:w="3056"/>
        <w:gridCol w:w="5812"/>
      </w:tblGrid>
      <w:tr w:rsidR="00D87446" w:rsidRPr="00F95FBD" w14:paraId="77F1A3AC" w14:textId="77777777" w:rsidTr="00891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FA796B" w14:textId="77777777" w:rsidR="00D87446" w:rsidRPr="00F95FBD" w:rsidRDefault="00D87446" w:rsidP="00891044">
            <w:pPr>
              <w:pStyle w:val="Tabulka"/>
              <w:rPr>
                <w:rStyle w:val="Nadpisvtabulce"/>
              </w:rPr>
            </w:pPr>
            <w:r w:rsidRPr="00F95FBD">
              <w:rPr>
                <w:rStyle w:val="Nadpisvtabulce"/>
              </w:rPr>
              <w:t>Jméno a příjmení</w:t>
            </w:r>
          </w:p>
        </w:tc>
        <w:tc>
          <w:tcPr>
            <w:tcW w:w="5812" w:type="dxa"/>
          </w:tcPr>
          <w:p w14:paraId="1710BB64" w14:textId="77777777" w:rsidR="00D87446" w:rsidRPr="00F95FBD" w:rsidRDefault="00D87446" w:rsidP="0089104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87446" w:rsidRPr="00F95FBD" w14:paraId="542382AC" w14:textId="77777777" w:rsidTr="00891044">
        <w:tc>
          <w:tcPr>
            <w:cnfStyle w:val="001000000000" w:firstRow="0" w:lastRow="0" w:firstColumn="1" w:lastColumn="0" w:oddVBand="0" w:evenVBand="0" w:oddHBand="0" w:evenHBand="0" w:firstRowFirstColumn="0" w:firstRowLastColumn="0" w:lastRowFirstColumn="0" w:lastRowLastColumn="0"/>
            <w:tcW w:w="3056" w:type="dxa"/>
          </w:tcPr>
          <w:p w14:paraId="0C20EE1B" w14:textId="77777777" w:rsidR="00D87446" w:rsidRPr="00F95FBD" w:rsidRDefault="00D87446" w:rsidP="00891044">
            <w:pPr>
              <w:pStyle w:val="Tabulka"/>
            </w:pPr>
            <w:r w:rsidRPr="00F95FBD">
              <w:t>Adresa</w:t>
            </w:r>
          </w:p>
        </w:tc>
        <w:tc>
          <w:tcPr>
            <w:tcW w:w="5812" w:type="dxa"/>
          </w:tcPr>
          <w:p w14:paraId="665B3595" w14:textId="77777777" w:rsidR="00D87446" w:rsidRPr="00F95FBD" w:rsidRDefault="00D87446" w:rsidP="0089104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87446" w:rsidRPr="00F95FBD" w14:paraId="235E8BC6" w14:textId="77777777" w:rsidTr="00891044">
        <w:tc>
          <w:tcPr>
            <w:cnfStyle w:val="001000000000" w:firstRow="0" w:lastRow="0" w:firstColumn="1" w:lastColumn="0" w:oddVBand="0" w:evenVBand="0" w:oddHBand="0" w:evenHBand="0" w:firstRowFirstColumn="0" w:firstRowLastColumn="0" w:lastRowFirstColumn="0" w:lastRowLastColumn="0"/>
            <w:tcW w:w="3056" w:type="dxa"/>
          </w:tcPr>
          <w:p w14:paraId="7158EFC0" w14:textId="77777777" w:rsidR="00D87446" w:rsidRPr="00F95FBD" w:rsidRDefault="00D87446" w:rsidP="00891044">
            <w:pPr>
              <w:pStyle w:val="Tabulka"/>
            </w:pPr>
            <w:r w:rsidRPr="00F95FBD">
              <w:t>E-mail</w:t>
            </w:r>
          </w:p>
        </w:tc>
        <w:tc>
          <w:tcPr>
            <w:tcW w:w="5812" w:type="dxa"/>
          </w:tcPr>
          <w:p w14:paraId="7BF28ED5" w14:textId="77777777" w:rsidR="00D87446" w:rsidRPr="00F95FBD" w:rsidRDefault="00D87446" w:rsidP="0089104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87446" w:rsidRPr="00F95FBD" w14:paraId="54E23120" w14:textId="77777777" w:rsidTr="00891044">
        <w:tc>
          <w:tcPr>
            <w:cnfStyle w:val="001000000000" w:firstRow="0" w:lastRow="0" w:firstColumn="1" w:lastColumn="0" w:oddVBand="0" w:evenVBand="0" w:oddHBand="0" w:evenHBand="0" w:firstRowFirstColumn="0" w:firstRowLastColumn="0" w:lastRowFirstColumn="0" w:lastRowLastColumn="0"/>
            <w:tcW w:w="3056" w:type="dxa"/>
          </w:tcPr>
          <w:p w14:paraId="7D24F149" w14:textId="77777777" w:rsidR="00D87446" w:rsidRPr="00F95FBD" w:rsidRDefault="00D87446" w:rsidP="00891044">
            <w:pPr>
              <w:pStyle w:val="Tabulka"/>
            </w:pPr>
            <w:r w:rsidRPr="00F95FBD">
              <w:t>Telefon</w:t>
            </w:r>
          </w:p>
        </w:tc>
        <w:tc>
          <w:tcPr>
            <w:tcW w:w="5812" w:type="dxa"/>
          </w:tcPr>
          <w:p w14:paraId="0D496CDE" w14:textId="77777777" w:rsidR="00D87446" w:rsidRPr="00F95FBD" w:rsidRDefault="00D87446" w:rsidP="0089104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7974E3" w14:textId="77777777" w:rsidR="00D87446" w:rsidRPr="00F95FBD" w:rsidRDefault="00D87446" w:rsidP="00165977">
      <w:pPr>
        <w:pStyle w:val="Tabulka"/>
      </w:pPr>
    </w:p>
    <w:p w14:paraId="63E5EBD7" w14:textId="23F63A09" w:rsidR="002038D5" w:rsidRPr="00F95FBD" w:rsidRDefault="00165977" w:rsidP="00165977">
      <w:pPr>
        <w:pStyle w:val="Nadpistabulky"/>
        <w:rPr>
          <w:sz w:val="18"/>
          <w:szCs w:val="18"/>
        </w:rPr>
      </w:pPr>
      <w:r w:rsidRPr="00F95FBD">
        <w:rPr>
          <w:sz w:val="18"/>
          <w:szCs w:val="18"/>
        </w:rPr>
        <w:t xml:space="preserve">Specialista (vedoucí prací) na trakční vedení </w:t>
      </w:r>
      <w:r w:rsidR="007F124D">
        <w:rPr>
          <w:sz w:val="18"/>
          <w:szCs w:val="18"/>
        </w:rPr>
        <w:t>a silnoproud</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C282E0" w14:textId="77777777" w:rsidR="007F124D" w:rsidRDefault="007F124D" w:rsidP="00165977">
      <w:pPr>
        <w:pStyle w:val="Nadpistabulky"/>
        <w:rPr>
          <w:sz w:val="18"/>
          <w:szCs w:val="18"/>
        </w:rPr>
      </w:pPr>
    </w:p>
    <w:p w14:paraId="2EDDB2D3" w14:textId="6E37D3BA"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2AC268A0" w:rsidR="00165977" w:rsidRDefault="00165977" w:rsidP="00165977">
      <w:pPr>
        <w:pStyle w:val="Tabulka"/>
      </w:pPr>
    </w:p>
    <w:p w14:paraId="38F332D8" w14:textId="4F41EB24" w:rsidR="00D87446" w:rsidRPr="00F95FBD" w:rsidRDefault="00D87446" w:rsidP="00D87446">
      <w:pPr>
        <w:pStyle w:val="Nadpistabulky"/>
        <w:rPr>
          <w:sz w:val="18"/>
          <w:szCs w:val="18"/>
        </w:rPr>
      </w:pPr>
      <w:r w:rsidRPr="00F95FBD">
        <w:rPr>
          <w:sz w:val="18"/>
          <w:szCs w:val="18"/>
        </w:rPr>
        <w:t xml:space="preserve">Osoba odpovědná za ochranu </w:t>
      </w:r>
      <w:r w:rsidRPr="00D87446">
        <w:rPr>
          <w:sz w:val="18"/>
          <w:szCs w:val="18"/>
        </w:rPr>
        <w:t>životního prostředí</w:t>
      </w:r>
    </w:p>
    <w:tbl>
      <w:tblPr>
        <w:tblStyle w:val="Tabulka10"/>
        <w:tblW w:w="8868" w:type="dxa"/>
        <w:tblLook w:val="04A0" w:firstRow="1" w:lastRow="0" w:firstColumn="1" w:lastColumn="0" w:noHBand="0" w:noVBand="1"/>
      </w:tblPr>
      <w:tblGrid>
        <w:gridCol w:w="3056"/>
        <w:gridCol w:w="5812"/>
      </w:tblGrid>
      <w:tr w:rsidR="00D87446" w:rsidRPr="00F95FBD" w14:paraId="20464451" w14:textId="77777777" w:rsidTr="00891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F252F2" w14:textId="77777777" w:rsidR="00D87446" w:rsidRPr="00F95FBD" w:rsidRDefault="00D87446" w:rsidP="00891044">
            <w:pPr>
              <w:pStyle w:val="Tabulka"/>
              <w:rPr>
                <w:rStyle w:val="Nadpisvtabulce"/>
              </w:rPr>
            </w:pPr>
            <w:r w:rsidRPr="00F95FBD">
              <w:rPr>
                <w:rStyle w:val="Nadpisvtabulce"/>
              </w:rPr>
              <w:t>Jméno a příjmení</w:t>
            </w:r>
          </w:p>
        </w:tc>
        <w:tc>
          <w:tcPr>
            <w:tcW w:w="5812" w:type="dxa"/>
          </w:tcPr>
          <w:p w14:paraId="3F64FCE2" w14:textId="77777777" w:rsidR="00D87446" w:rsidRPr="00F95FBD" w:rsidRDefault="00D87446" w:rsidP="0089104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87446" w:rsidRPr="00F95FBD" w14:paraId="38C16852" w14:textId="77777777" w:rsidTr="00891044">
        <w:tc>
          <w:tcPr>
            <w:cnfStyle w:val="001000000000" w:firstRow="0" w:lastRow="0" w:firstColumn="1" w:lastColumn="0" w:oddVBand="0" w:evenVBand="0" w:oddHBand="0" w:evenHBand="0" w:firstRowFirstColumn="0" w:firstRowLastColumn="0" w:lastRowFirstColumn="0" w:lastRowLastColumn="0"/>
            <w:tcW w:w="3056" w:type="dxa"/>
          </w:tcPr>
          <w:p w14:paraId="42B7A593" w14:textId="77777777" w:rsidR="00D87446" w:rsidRPr="00F95FBD" w:rsidRDefault="00D87446" w:rsidP="00891044">
            <w:pPr>
              <w:pStyle w:val="Tabulka"/>
            </w:pPr>
            <w:r w:rsidRPr="00F95FBD">
              <w:t>Adresa</w:t>
            </w:r>
          </w:p>
        </w:tc>
        <w:tc>
          <w:tcPr>
            <w:tcW w:w="5812" w:type="dxa"/>
          </w:tcPr>
          <w:p w14:paraId="1A57E38D" w14:textId="77777777" w:rsidR="00D87446" w:rsidRPr="00F95FBD" w:rsidRDefault="00D87446" w:rsidP="0089104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87446" w:rsidRPr="00F95FBD" w14:paraId="29803BA1" w14:textId="77777777" w:rsidTr="00891044">
        <w:tc>
          <w:tcPr>
            <w:cnfStyle w:val="001000000000" w:firstRow="0" w:lastRow="0" w:firstColumn="1" w:lastColumn="0" w:oddVBand="0" w:evenVBand="0" w:oddHBand="0" w:evenHBand="0" w:firstRowFirstColumn="0" w:firstRowLastColumn="0" w:lastRowFirstColumn="0" w:lastRowLastColumn="0"/>
            <w:tcW w:w="3056" w:type="dxa"/>
          </w:tcPr>
          <w:p w14:paraId="6ECBF24B" w14:textId="77777777" w:rsidR="00D87446" w:rsidRPr="00F95FBD" w:rsidRDefault="00D87446" w:rsidP="00891044">
            <w:pPr>
              <w:pStyle w:val="Tabulka"/>
            </w:pPr>
            <w:r w:rsidRPr="00F95FBD">
              <w:t>E-mail</w:t>
            </w:r>
          </w:p>
        </w:tc>
        <w:tc>
          <w:tcPr>
            <w:tcW w:w="5812" w:type="dxa"/>
          </w:tcPr>
          <w:p w14:paraId="211B25A7" w14:textId="77777777" w:rsidR="00D87446" w:rsidRPr="00F95FBD" w:rsidRDefault="00D87446" w:rsidP="0089104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87446" w:rsidRPr="00F95FBD" w14:paraId="6876E7EE" w14:textId="77777777" w:rsidTr="00891044">
        <w:tc>
          <w:tcPr>
            <w:cnfStyle w:val="001000000000" w:firstRow="0" w:lastRow="0" w:firstColumn="1" w:lastColumn="0" w:oddVBand="0" w:evenVBand="0" w:oddHBand="0" w:evenHBand="0" w:firstRowFirstColumn="0" w:firstRowLastColumn="0" w:lastRowFirstColumn="0" w:lastRowLastColumn="0"/>
            <w:tcW w:w="3056" w:type="dxa"/>
          </w:tcPr>
          <w:p w14:paraId="377C5FAA" w14:textId="77777777" w:rsidR="00D87446" w:rsidRPr="00F95FBD" w:rsidRDefault="00D87446" w:rsidP="00891044">
            <w:pPr>
              <w:pStyle w:val="Tabulka"/>
            </w:pPr>
            <w:r w:rsidRPr="00F95FBD">
              <w:t>Telefon</w:t>
            </w:r>
          </w:p>
        </w:tc>
        <w:tc>
          <w:tcPr>
            <w:tcW w:w="5812" w:type="dxa"/>
          </w:tcPr>
          <w:p w14:paraId="396EBDDF" w14:textId="77777777" w:rsidR="00D87446" w:rsidRPr="00F95FBD" w:rsidRDefault="00D87446" w:rsidP="0089104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348D20" w14:textId="2627AE16" w:rsidR="00D87446" w:rsidRDefault="00D87446" w:rsidP="00165977">
      <w:pPr>
        <w:pStyle w:val="Tabulka"/>
      </w:pPr>
    </w:p>
    <w:p w14:paraId="30FC342D" w14:textId="2B96A8BA" w:rsidR="00D87446" w:rsidRPr="00F95FBD" w:rsidRDefault="00D87446" w:rsidP="00D87446">
      <w:pPr>
        <w:pStyle w:val="Nadpistabulky"/>
        <w:rPr>
          <w:sz w:val="18"/>
          <w:szCs w:val="18"/>
        </w:rPr>
      </w:pPr>
      <w:r w:rsidRPr="00F95FBD">
        <w:rPr>
          <w:sz w:val="18"/>
          <w:szCs w:val="18"/>
        </w:rPr>
        <w:t xml:space="preserve">Osoba odpovědná za </w:t>
      </w:r>
      <w:r w:rsidRPr="00D87446">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D87446" w:rsidRPr="00F95FBD" w14:paraId="29E0682A" w14:textId="77777777" w:rsidTr="00891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6A719F" w14:textId="77777777" w:rsidR="00D87446" w:rsidRPr="00F95FBD" w:rsidRDefault="00D87446" w:rsidP="00891044">
            <w:pPr>
              <w:pStyle w:val="Tabulka"/>
              <w:rPr>
                <w:rStyle w:val="Nadpisvtabulce"/>
              </w:rPr>
            </w:pPr>
            <w:r w:rsidRPr="00F95FBD">
              <w:rPr>
                <w:rStyle w:val="Nadpisvtabulce"/>
              </w:rPr>
              <w:t>Jméno a příjmení</w:t>
            </w:r>
          </w:p>
        </w:tc>
        <w:tc>
          <w:tcPr>
            <w:tcW w:w="5812" w:type="dxa"/>
          </w:tcPr>
          <w:p w14:paraId="4C95CCD8" w14:textId="77777777" w:rsidR="00D87446" w:rsidRPr="00F95FBD" w:rsidRDefault="00D87446" w:rsidP="0089104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87446" w:rsidRPr="00F95FBD" w14:paraId="04889EE1" w14:textId="77777777" w:rsidTr="00891044">
        <w:tc>
          <w:tcPr>
            <w:cnfStyle w:val="001000000000" w:firstRow="0" w:lastRow="0" w:firstColumn="1" w:lastColumn="0" w:oddVBand="0" w:evenVBand="0" w:oddHBand="0" w:evenHBand="0" w:firstRowFirstColumn="0" w:firstRowLastColumn="0" w:lastRowFirstColumn="0" w:lastRowLastColumn="0"/>
            <w:tcW w:w="3056" w:type="dxa"/>
          </w:tcPr>
          <w:p w14:paraId="2108EA1A" w14:textId="77777777" w:rsidR="00D87446" w:rsidRPr="00F95FBD" w:rsidRDefault="00D87446" w:rsidP="00891044">
            <w:pPr>
              <w:pStyle w:val="Tabulka"/>
            </w:pPr>
            <w:r w:rsidRPr="00F95FBD">
              <w:t>Adresa</w:t>
            </w:r>
          </w:p>
        </w:tc>
        <w:tc>
          <w:tcPr>
            <w:tcW w:w="5812" w:type="dxa"/>
          </w:tcPr>
          <w:p w14:paraId="6E09AEED" w14:textId="77777777" w:rsidR="00D87446" w:rsidRPr="00F95FBD" w:rsidRDefault="00D87446" w:rsidP="0089104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87446" w:rsidRPr="00F95FBD" w14:paraId="1F07C6C9" w14:textId="77777777" w:rsidTr="00891044">
        <w:tc>
          <w:tcPr>
            <w:cnfStyle w:val="001000000000" w:firstRow="0" w:lastRow="0" w:firstColumn="1" w:lastColumn="0" w:oddVBand="0" w:evenVBand="0" w:oddHBand="0" w:evenHBand="0" w:firstRowFirstColumn="0" w:firstRowLastColumn="0" w:lastRowFirstColumn="0" w:lastRowLastColumn="0"/>
            <w:tcW w:w="3056" w:type="dxa"/>
          </w:tcPr>
          <w:p w14:paraId="0843DD0E" w14:textId="77777777" w:rsidR="00D87446" w:rsidRPr="00F95FBD" w:rsidRDefault="00D87446" w:rsidP="00891044">
            <w:pPr>
              <w:pStyle w:val="Tabulka"/>
            </w:pPr>
            <w:r w:rsidRPr="00F95FBD">
              <w:t>E-mail</w:t>
            </w:r>
          </w:p>
        </w:tc>
        <w:tc>
          <w:tcPr>
            <w:tcW w:w="5812" w:type="dxa"/>
          </w:tcPr>
          <w:p w14:paraId="2E842838" w14:textId="77777777" w:rsidR="00D87446" w:rsidRPr="00F95FBD" w:rsidRDefault="00D87446" w:rsidP="0089104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87446" w:rsidRPr="00F95FBD" w14:paraId="2B485424" w14:textId="77777777" w:rsidTr="00891044">
        <w:tc>
          <w:tcPr>
            <w:cnfStyle w:val="001000000000" w:firstRow="0" w:lastRow="0" w:firstColumn="1" w:lastColumn="0" w:oddVBand="0" w:evenVBand="0" w:oddHBand="0" w:evenHBand="0" w:firstRowFirstColumn="0" w:firstRowLastColumn="0" w:lastRowFirstColumn="0" w:lastRowLastColumn="0"/>
            <w:tcW w:w="3056" w:type="dxa"/>
          </w:tcPr>
          <w:p w14:paraId="0861C9B7" w14:textId="77777777" w:rsidR="00D87446" w:rsidRPr="00F95FBD" w:rsidRDefault="00D87446" w:rsidP="00891044">
            <w:pPr>
              <w:pStyle w:val="Tabulka"/>
            </w:pPr>
            <w:r w:rsidRPr="00F95FBD">
              <w:t>Telefon</w:t>
            </w:r>
          </w:p>
        </w:tc>
        <w:tc>
          <w:tcPr>
            <w:tcW w:w="5812" w:type="dxa"/>
          </w:tcPr>
          <w:p w14:paraId="2A8429E7" w14:textId="77777777" w:rsidR="00D87446" w:rsidRPr="00F95FBD" w:rsidRDefault="00D87446" w:rsidP="0089104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4E4F51" w14:textId="77777777" w:rsidR="00D87446" w:rsidRPr="00F95FBD" w:rsidRDefault="00D87446"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lastRenderedPageBreak/>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22A886D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D87446">
        <w:rPr>
          <w:sz w:val="18"/>
          <w:szCs w:val="18"/>
        </w:rPr>
        <w:t>realizační</w:t>
      </w:r>
      <w:r w:rsidR="0084659A" w:rsidRPr="00DA5988">
        <w:rPr>
          <w:sz w:val="18"/>
          <w:szCs w:val="18"/>
        </w:rPr>
        <w:t xml:space="preserve">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69CA3B92" w:rsidR="00392910" w:rsidRDefault="00392910" w:rsidP="00392910">
      <w:pPr>
        <w:pStyle w:val="Textbezodsazen"/>
      </w:pPr>
      <w:r>
        <w:t xml:space="preserve">V souladu s ustanovením pod-článku 14.2 Smluvních podmínek ke Smlouvě o dílo na zhotovení stavby </w:t>
      </w:r>
      <w:r w:rsidR="009B39A2">
        <w:t>„</w:t>
      </w:r>
      <w:r w:rsidR="009B39A2" w:rsidRPr="009B39A2">
        <w:t>Zrušení přejezdu P6801 v km 179,826 trati Brno – Č. Třebová a výstavba podchodu v zast. Blansko</w:t>
      </w:r>
      <w:r w:rsidR="00F51686">
        <w:t xml:space="preserve">“ </w:t>
      </w:r>
      <w:r>
        <w:t xml:space="preserve">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641CF1C4" w14:textId="77777777" w:rsidR="00C97991" w:rsidRDefault="00C97991" w:rsidP="00392910">
      <w:pPr>
        <w:pStyle w:val="Textbezodsazen"/>
        <w:sectPr w:rsidR="00C97991"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99DA934" w14:textId="77777777" w:rsidR="00F51686" w:rsidRPr="00F51686" w:rsidRDefault="00F51686" w:rsidP="00F51686">
      <w:pPr>
        <w:keepNext/>
        <w:spacing w:before="280" w:after="120" w:line="264" w:lineRule="auto"/>
        <w:rPr>
          <w:b/>
          <w:caps/>
          <w:sz w:val="22"/>
          <w:szCs w:val="18"/>
        </w:rPr>
      </w:pPr>
      <w:r w:rsidRPr="00F51686">
        <w:rPr>
          <w:b/>
          <w:caps/>
          <w:sz w:val="22"/>
          <w:szCs w:val="18"/>
        </w:rPr>
        <w:lastRenderedPageBreak/>
        <w:t>Příloha č. 11</w:t>
      </w:r>
    </w:p>
    <w:p w14:paraId="7071133E" w14:textId="77777777" w:rsidR="00F51686" w:rsidRPr="00F51686" w:rsidRDefault="00F51686" w:rsidP="00F51686">
      <w:pPr>
        <w:spacing w:after="120" w:line="264" w:lineRule="auto"/>
        <w:jc w:val="both"/>
        <w:rPr>
          <w:sz w:val="18"/>
          <w:szCs w:val="18"/>
        </w:rPr>
      </w:pPr>
      <w:r w:rsidRPr="00F51686">
        <w:rPr>
          <w:b/>
        </w:rPr>
        <w:t>Osvědčení</w:t>
      </w:r>
    </w:p>
    <w:p w14:paraId="3CFC2C2E" w14:textId="77777777" w:rsidR="00F51686" w:rsidRPr="00F51686" w:rsidRDefault="00F51686" w:rsidP="00F51686">
      <w:pPr>
        <w:keepNext/>
        <w:spacing w:after="60" w:line="264" w:lineRule="auto"/>
        <w:jc w:val="center"/>
        <w:outlineLvl w:val="3"/>
        <w:rPr>
          <w:rFonts w:eastAsia="Times New Roman"/>
          <w:b/>
          <w:bCs/>
          <w:sz w:val="28"/>
          <w:szCs w:val="36"/>
        </w:rPr>
      </w:pPr>
      <w:r w:rsidRPr="00F51686">
        <w:rPr>
          <w:rFonts w:eastAsia="Times New Roman"/>
          <w:b/>
          <w:bCs/>
          <w:sz w:val="28"/>
          <w:szCs w:val="36"/>
        </w:rPr>
        <w:t>Osvědčení Správy železnic o řádném poskytnutí a dokončení stavebních prací</w:t>
      </w:r>
    </w:p>
    <w:p w14:paraId="3137C7E3" w14:textId="77777777" w:rsidR="00F51686" w:rsidRPr="00F51686" w:rsidRDefault="00F51686" w:rsidP="00F51686">
      <w:pPr>
        <w:keepNext/>
        <w:spacing w:after="60" w:line="264" w:lineRule="auto"/>
        <w:outlineLvl w:val="3"/>
        <w:rPr>
          <w:rFonts w:eastAsia="Times New Roman"/>
          <w:bCs/>
        </w:rPr>
      </w:pPr>
      <w:r w:rsidRPr="00F51686">
        <w:rPr>
          <w:rFonts w:eastAsia="Times New Roman"/>
          <w:bCs/>
        </w:rPr>
        <w:t>č.j. [●]</w:t>
      </w:r>
    </w:p>
    <w:tbl>
      <w:tblPr>
        <w:tblStyle w:val="Mkatabulky11"/>
        <w:tblW w:w="5000" w:type="pct"/>
        <w:tblLook w:val="04A0" w:firstRow="1" w:lastRow="0" w:firstColumn="1" w:lastColumn="0" w:noHBand="0" w:noVBand="1"/>
      </w:tblPr>
      <w:tblGrid>
        <w:gridCol w:w="4540"/>
        <w:gridCol w:w="4348"/>
      </w:tblGrid>
      <w:tr w:rsidR="00F51686" w:rsidRPr="00F51686" w14:paraId="7F48CC71" w14:textId="77777777" w:rsidTr="00891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3FC2DE0" w14:textId="77777777" w:rsidR="00F51686" w:rsidRPr="00F51686" w:rsidRDefault="00F51686" w:rsidP="00F51686">
            <w:pPr>
              <w:keepNext/>
              <w:spacing w:after="60" w:line="240" w:lineRule="auto"/>
              <w:outlineLvl w:val="3"/>
              <w:rPr>
                <w:rFonts w:eastAsia="Times New Roman"/>
                <w:b/>
                <w:bCs/>
                <w:sz w:val="16"/>
                <w:vertAlign w:val="superscript"/>
              </w:rPr>
            </w:pPr>
            <w:r w:rsidRPr="00F51686">
              <w:rPr>
                <w:rFonts w:eastAsia="Times New Roman"/>
                <w:b/>
                <w:bCs/>
              </w:rPr>
              <w:t>Název zakázky:</w:t>
            </w:r>
          </w:p>
        </w:tc>
        <w:tc>
          <w:tcPr>
            <w:tcW w:w="2446" w:type="pct"/>
            <w:vAlign w:val="center"/>
          </w:tcPr>
          <w:p w14:paraId="3C78BF1F" w14:textId="77777777" w:rsidR="00F51686" w:rsidRPr="00F51686" w:rsidRDefault="00F51686" w:rsidP="00F5168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F51686" w:rsidRPr="00F51686" w14:paraId="1D884B62" w14:textId="77777777" w:rsidTr="0089104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6D8167F" w14:textId="77777777" w:rsidR="00F51686" w:rsidRPr="00F51686" w:rsidRDefault="00F51686" w:rsidP="00F51686">
            <w:pPr>
              <w:keepNext/>
              <w:spacing w:after="60" w:line="240" w:lineRule="auto"/>
              <w:outlineLvl w:val="3"/>
              <w:rPr>
                <w:rFonts w:eastAsia="Times New Roman"/>
                <w:b/>
                <w:bCs/>
                <w:sz w:val="16"/>
                <w:vertAlign w:val="superscript"/>
              </w:rPr>
            </w:pPr>
            <w:r w:rsidRPr="00F51686">
              <w:rPr>
                <w:rFonts w:eastAsia="Times New Roman"/>
                <w:b/>
                <w:bCs/>
              </w:rPr>
              <w:t>Číslo smlouvy Správy železnic (CES):</w:t>
            </w:r>
          </w:p>
        </w:tc>
        <w:tc>
          <w:tcPr>
            <w:tcW w:w="2446" w:type="pct"/>
            <w:vAlign w:val="center"/>
          </w:tcPr>
          <w:p w14:paraId="4AE3BAF6"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F51686" w:rsidRPr="00F51686" w14:paraId="155C2785" w14:textId="77777777" w:rsidTr="0089104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0C0A42E" w14:textId="77777777" w:rsidR="00F51686" w:rsidRPr="00F51686" w:rsidRDefault="00F51686" w:rsidP="00F51686">
            <w:pPr>
              <w:keepNext/>
              <w:spacing w:after="60" w:line="240" w:lineRule="auto"/>
              <w:outlineLvl w:val="3"/>
              <w:rPr>
                <w:rFonts w:eastAsia="Times New Roman"/>
                <w:b/>
                <w:bCs/>
                <w:vertAlign w:val="superscript"/>
              </w:rPr>
            </w:pPr>
            <w:r w:rsidRPr="00F51686">
              <w:rPr>
                <w:rFonts w:eastAsia="Times New Roman"/>
                <w:b/>
                <w:bCs/>
              </w:rPr>
              <w:t>Objednatel:</w:t>
            </w:r>
          </w:p>
        </w:tc>
        <w:tc>
          <w:tcPr>
            <w:tcW w:w="2446" w:type="pct"/>
            <w:vAlign w:val="center"/>
          </w:tcPr>
          <w:p w14:paraId="49672751"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F51686" w:rsidRPr="00F51686" w14:paraId="7F8002E6" w14:textId="77777777" w:rsidTr="0089104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B64CBAC" w14:textId="77777777" w:rsidR="00F51686" w:rsidRPr="00F51686" w:rsidRDefault="00F51686" w:rsidP="00F51686">
            <w:pPr>
              <w:keepNext/>
              <w:spacing w:after="60" w:line="240" w:lineRule="auto"/>
              <w:outlineLvl w:val="3"/>
              <w:rPr>
                <w:rFonts w:eastAsia="Times New Roman"/>
                <w:b/>
                <w:bCs/>
              </w:rPr>
            </w:pPr>
            <w:r w:rsidRPr="00F51686">
              <w:rPr>
                <w:rFonts w:eastAsia="Times New Roman"/>
                <w:b/>
                <w:bCs/>
              </w:rPr>
              <w:t>Datum zahájení prací:</w:t>
            </w:r>
          </w:p>
        </w:tc>
        <w:tc>
          <w:tcPr>
            <w:tcW w:w="2446" w:type="pct"/>
            <w:vAlign w:val="center"/>
          </w:tcPr>
          <w:p w14:paraId="34E63B5C"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F51686" w:rsidRPr="00F51686" w14:paraId="6F119549" w14:textId="77777777" w:rsidTr="0089104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CFC2085"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t>Datum dokončení prací</w:t>
            </w:r>
            <w:r w:rsidRPr="00F51686">
              <w:rPr>
                <w:rFonts w:eastAsia="Times New Roman"/>
                <w:bCs/>
              </w:rPr>
              <w:t xml:space="preserve"> (stavebních nebo technologických):</w:t>
            </w:r>
          </w:p>
        </w:tc>
        <w:tc>
          <w:tcPr>
            <w:tcW w:w="2446" w:type="pct"/>
            <w:vAlign w:val="center"/>
          </w:tcPr>
          <w:p w14:paraId="1F788EF8"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F51686" w:rsidRPr="00F51686" w14:paraId="094988B3" w14:textId="77777777" w:rsidTr="0089104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098FF84" w14:textId="77777777" w:rsidR="00F51686" w:rsidRPr="00F51686" w:rsidRDefault="00F51686" w:rsidP="00F51686">
            <w:pPr>
              <w:keepNext/>
              <w:spacing w:after="60" w:line="240" w:lineRule="auto"/>
              <w:outlineLvl w:val="3"/>
              <w:rPr>
                <w:rFonts w:eastAsia="Times New Roman"/>
                <w:b/>
                <w:bCs/>
              </w:rPr>
            </w:pPr>
            <w:r w:rsidRPr="00F51686">
              <w:rPr>
                <w:rFonts w:eastAsia="Times New Roman"/>
                <w:b/>
                <w:bCs/>
              </w:rPr>
              <w:t>Uvedení poslední části stavby do zkušebního provozu:</w:t>
            </w:r>
          </w:p>
        </w:tc>
        <w:tc>
          <w:tcPr>
            <w:tcW w:w="2446" w:type="pct"/>
            <w:vAlign w:val="center"/>
          </w:tcPr>
          <w:p w14:paraId="588F374E"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F51686" w:rsidRPr="00F51686" w14:paraId="6FC1B702" w14:textId="77777777" w:rsidTr="0089104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50DFAF0"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t>Datum dokončení díla</w:t>
            </w:r>
            <w:r w:rsidRPr="00F51686">
              <w:rPr>
                <w:rFonts w:eastAsia="Times New Roman"/>
                <w:bCs/>
              </w:rPr>
              <w:t xml:space="preserve"> (vč. dokumentace):</w:t>
            </w:r>
          </w:p>
        </w:tc>
        <w:tc>
          <w:tcPr>
            <w:tcW w:w="2446" w:type="pct"/>
            <w:vAlign w:val="center"/>
          </w:tcPr>
          <w:p w14:paraId="6460C711"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F51686" w:rsidRPr="00F51686" w14:paraId="756BA0B7" w14:textId="77777777" w:rsidTr="00891044">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596ADC7"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t>Konečná cena díla celkem</w:t>
            </w:r>
            <w:r w:rsidRPr="00F51686">
              <w:rPr>
                <w:rFonts w:eastAsia="Times New Roman"/>
                <w:bCs/>
              </w:rPr>
              <w:t xml:space="preserve"> v Kč:</w:t>
            </w:r>
          </w:p>
        </w:tc>
        <w:tc>
          <w:tcPr>
            <w:tcW w:w="2446" w:type="pct"/>
            <w:vAlign w:val="center"/>
          </w:tcPr>
          <w:p w14:paraId="3095946B"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tbl>
      <w:tblPr>
        <w:tblStyle w:val="Mkatabulky11"/>
        <w:tblpPr w:leftFromText="141" w:rightFromText="141" w:vertAnchor="text" w:horzAnchor="margin" w:tblpXSpec="center" w:tblpY="351"/>
        <w:tblW w:w="0" w:type="auto"/>
        <w:tblLook w:val="04A0" w:firstRow="1" w:lastRow="0" w:firstColumn="1" w:lastColumn="0" w:noHBand="0" w:noVBand="1"/>
      </w:tblPr>
      <w:tblGrid>
        <w:gridCol w:w="4555"/>
        <w:gridCol w:w="4333"/>
      </w:tblGrid>
      <w:tr w:rsidR="00F51686" w:rsidRPr="00F51686" w14:paraId="23B45CAD" w14:textId="77777777" w:rsidTr="00891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D017023" w14:textId="77777777" w:rsidR="00F51686" w:rsidRPr="00F51686" w:rsidRDefault="00F51686" w:rsidP="00F51686">
            <w:pPr>
              <w:keepNext/>
              <w:spacing w:after="60" w:line="240" w:lineRule="auto"/>
              <w:outlineLvl w:val="3"/>
              <w:rPr>
                <w:rFonts w:eastAsia="Times New Roman"/>
                <w:b/>
                <w:bCs/>
                <w:sz w:val="16"/>
                <w:vertAlign w:val="superscript"/>
              </w:rPr>
            </w:pPr>
            <w:r w:rsidRPr="00F51686">
              <w:rPr>
                <w:rFonts w:eastAsia="Times New Roman"/>
                <w:b/>
                <w:bCs/>
              </w:rPr>
              <w:t>Zhotovitel díla</w:t>
            </w:r>
            <w:r w:rsidRPr="00F51686">
              <w:rPr>
                <w:rFonts w:eastAsia="Times New Roman"/>
                <w:bCs/>
              </w:rPr>
              <w:t xml:space="preserve"> (název dle SOD)</w:t>
            </w:r>
          </w:p>
        </w:tc>
        <w:tc>
          <w:tcPr>
            <w:tcW w:w="4368" w:type="dxa"/>
            <w:vAlign w:val="center"/>
          </w:tcPr>
          <w:p w14:paraId="7B37B8AA" w14:textId="77777777" w:rsidR="00F51686" w:rsidRPr="00F51686" w:rsidRDefault="00F51686" w:rsidP="00F5168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F51686" w:rsidRPr="00F51686" w14:paraId="32AAA62F" w14:textId="77777777" w:rsidTr="0089104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95429B2" w14:textId="77777777" w:rsidR="00F51686" w:rsidRPr="00F51686" w:rsidRDefault="00F51686" w:rsidP="00F51686">
            <w:pPr>
              <w:keepNext/>
              <w:spacing w:after="60" w:line="240" w:lineRule="auto"/>
              <w:outlineLvl w:val="3"/>
              <w:rPr>
                <w:rFonts w:eastAsia="Times New Roman"/>
                <w:b/>
                <w:bCs/>
                <w:sz w:val="16"/>
                <w:vertAlign w:val="superscript"/>
              </w:rPr>
            </w:pPr>
            <w:r w:rsidRPr="00F51686">
              <w:rPr>
                <w:rFonts w:eastAsia="Times New Roman"/>
                <w:b/>
                <w:bCs/>
              </w:rPr>
              <w:t>Správce/vedoucí společník</w:t>
            </w:r>
            <w:r w:rsidRPr="00F51686">
              <w:rPr>
                <w:rFonts w:eastAsia="Times New Roman"/>
                <w:bCs/>
              </w:rPr>
              <w:t xml:space="preserve"> (v případě, kdy se jedná o společnost na základě společenské smlouvy – dříve sdružení):</w:t>
            </w:r>
          </w:p>
        </w:tc>
        <w:tc>
          <w:tcPr>
            <w:tcW w:w="4368" w:type="dxa"/>
            <w:vAlign w:val="center"/>
          </w:tcPr>
          <w:p w14:paraId="0CD06B22"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F51686" w:rsidRPr="00F51686" w14:paraId="1938C52C" w14:textId="77777777" w:rsidTr="0089104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7B620B4" w14:textId="77777777" w:rsidR="00F51686" w:rsidRPr="00F51686" w:rsidRDefault="00F51686" w:rsidP="00F51686">
            <w:pPr>
              <w:keepNext/>
              <w:spacing w:after="60" w:line="240" w:lineRule="auto"/>
              <w:outlineLvl w:val="3"/>
              <w:rPr>
                <w:rFonts w:eastAsia="Times New Roman"/>
                <w:b/>
                <w:bCs/>
                <w:sz w:val="16"/>
                <w:vertAlign w:val="superscript"/>
              </w:rPr>
            </w:pPr>
            <w:r w:rsidRPr="00F51686">
              <w:rPr>
                <w:rFonts w:eastAsia="Times New Roman"/>
                <w:b/>
                <w:bCs/>
              </w:rPr>
              <w:t>Další společník</w:t>
            </w:r>
            <w:r w:rsidRPr="00F51686">
              <w:rPr>
                <w:rFonts w:eastAsia="Times New Roman"/>
                <w:bCs/>
              </w:rPr>
              <w:t xml:space="preserve"> (v případě, kdy se jedná o společnost na základě společenské smlouvy – dříve sdružení):</w:t>
            </w:r>
          </w:p>
        </w:tc>
        <w:tc>
          <w:tcPr>
            <w:tcW w:w="4368" w:type="dxa"/>
            <w:vAlign w:val="center"/>
          </w:tcPr>
          <w:p w14:paraId="01118C1C"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F51686" w:rsidRPr="00F51686" w14:paraId="2C20A986" w14:textId="77777777" w:rsidTr="0089104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1F0E8E7" w14:textId="77777777" w:rsidR="00F51686" w:rsidRPr="00F51686" w:rsidRDefault="00F51686" w:rsidP="00F51686">
            <w:pPr>
              <w:keepNext/>
              <w:spacing w:after="60" w:line="240" w:lineRule="auto"/>
              <w:outlineLvl w:val="3"/>
              <w:rPr>
                <w:rFonts w:eastAsia="Times New Roman"/>
                <w:b/>
                <w:bCs/>
                <w:sz w:val="16"/>
                <w:vertAlign w:val="superscript"/>
              </w:rPr>
            </w:pPr>
            <w:r w:rsidRPr="00F51686">
              <w:rPr>
                <w:rFonts w:eastAsia="Times New Roman"/>
                <w:b/>
                <w:bCs/>
              </w:rPr>
              <w:t>Další společník</w:t>
            </w:r>
            <w:r w:rsidRPr="00F51686">
              <w:rPr>
                <w:rFonts w:eastAsia="Times New Roman"/>
                <w:bCs/>
              </w:rPr>
              <w:t xml:space="preserve"> (v případě, kdy se jedná o společnost na základě společenské smlouvy – dříve sdružení):</w:t>
            </w:r>
          </w:p>
        </w:tc>
        <w:tc>
          <w:tcPr>
            <w:tcW w:w="4368" w:type="dxa"/>
            <w:vAlign w:val="center"/>
          </w:tcPr>
          <w:p w14:paraId="0223A294"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F51686" w:rsidRPr="00F51686" w14:paraId="38A5B431" w14:textId="77777777" w:rsidTr="0089104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C1439C8" w14:textId="77777777" w:rsidR="00F51686" w:rsidRPr="00F51686" w:rsidRDefault="00F51686" w:rsidP="00F51686">
            <w:pPr>
              <w:keepNext/>
              <w:spacing w:after="60" w:line="240" w:lineRule="auto"/>
              <w:outlineLvl w:val="3"/>
              <w:rPr>
                <w:rFonts w:eastAsia="Times New Roman"/>
                <w:b/>
                <w:bCs/>
                <w:sz w:val="16"/>
                <w:vertAlign w:val="superscript"/>
              </w:rPr>
            </w:pPr>
            <w:r w:rsidRPr="00F51686">
              <w:rPr>
                <w:rFonts w:eastAsia="Times New Roman"/>
                <w:b/>
                <w:bCs/>
              </w:rPr>
              <w:t>Další společník</w:t>
            </w:r>
            <w:r w:rsidRPr="00F51686">
              <w:rPr>
                <w:rFonts w:eastAsia="Times New Roman"/>
                <w:bCs/>
              </w:rPr>
              <w:t xml:space="preserve"> (v případě, kdy se jedná o společnost na základě společenské smlouvy – dříve sdružení):</w:t>
            </w:r>
          </w:p>
        </w:tc>
        <w:tc>
          <w:tcPr>
            <w:tcW w:w="4368" w:type="dxa"/>
            <w:vAlign w:val="center"/>
          </w:tcPr>
          <w:p w14:paraId="2EF99A6B"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F51686" w:rsidRPr="00F51686" w14:paraId="423A9B28" w14:textId="77777777" w:rsidTr="00891044">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7FE93EB" w14:textId="77777777" w:rsidR="00F51686" w:rsidRPr="00F51686" w:rsidRDefault="00F51686" w:rsidP="00F51686">
            <w:pPr>
              <w:keepNext/>
              <w:spacing w:after="60" w:line="240" w:lineRule="auto"/>
              <w:outlineLvl w:val="3"/>
              <w:rPr>
                <w:rFonts w:eastAsia="Times New Roman"/>
                <w:b/>
                <w:bCs/>
                <w:sz w:val="16"/>
                <w:vertAlign w:val="superscript"/>
              </w:rPr>
            </w:pPr>
            <w:r w:rsidRPr="00F51686">
              <w:rPr>
                <w:rFonts w:eastAsia="Times New Roman"/>
                <w:b/>
                <w:bCs/>
              </w:rPr>
              <w:t>Další společník</w:t>
            </w:r>
            <w:r w:rsidRPr="00F51686">
              <w:rPr>
                <w:rFonts w:eastAsia="Times New Roman"/>
                <w:bCs/>
              </w:rPr>
              <w:t xml:space="preserve"> (v případě, kdy se jedná o společnost na základě společenské smlouvy – dříve sdružení):</w:t>
            </w:r>
          </w:p>
        </w:tc>
        <w:tc>
          <w:tcPr>
            <w:tcW w:w="4368" w:type="dxa"/>
            <w:vAlign w:val="center"/>
          </w:tcPr>
          <w:p w14:paraId="0C7D693A"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5D5F1323" w14:textId="77777777" w:rsidR="00F51686" w:rsidRPr="00F51686" w:rsidRDefault="00F51686" w:rsidP="00F51686">
      <w:pPr>
        <w:keepNext/>
        <w:spacing w:after="60" w:line="264" w:lineRule="auto"/>
        <w:outlineLvl w:val="3"/>
        <w:rPr>
          <w:rFonts w:eastAsia="Times New Roman"/>
          <w:b/>
          <w:bCs/>
          <w:color w:val="FF0000"/>
          <w:sz w:val="16"/>
        </w:rPr>
      </w:pPr>
    </w:p>
    <w:tbl>
      <w:tblPr>
        <w:tblStyle w:val="Mkatabulky11"/>
        <w:tblpPr w:leftFromText="141" w:rightFromText="141" w:vertAnchor="text" w:horzAnchor="margin" w:tblpY="5229"/>
        <w:tblW w:w="0" w:type="auto"/>
        <w:tblLook w:val="04A0" w:firstRow="1" w:lastRow="0" w:firstColumn="1" w:lastColumn="0" w:noHBand="0" w:noVBand="1"/>
      </w:tblPr>
      <w:tblGrid>
        <w:gridCol w:w="2944"/>
        <w:gridCol w:w="2879"/>
        <w:gridCol w:w="1548"/>
      </w:tblGrid>
      <w:tr w:rsidR="00F51686" w:rsidRPr="00F51686" w14:paraId="299786A1" w14:textId="77777777" w:rsidTr="00891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4" w:type="dxa"/>
            <w:shd w:val="clear" w:color="auto" w:fill="FFBFBF" w:themeFill="accent6" w:themeFillTint="33"/>
          </w:tcPr>
          <w:p w14:paraId="236E1C1B"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t>Identifikace poddodavatele</w:t>
            </w:r>
            <w:r w:rsidRPr="00F51686">
              <w:rPr>
                <w:rFonts w:eastAsia="Times New Roman"/>
                <w:bCs/>
              </w:rPr>
              <w:t xml:space="preserve"> (obchodní firma, sídlo a IČO)</w:t>
            </w:r>
          </w:p>
        </w:tc>
        <w:tc>
          <w:tcPr>
            <w:tcW w:w="2879" w:type="dxa"/>
            <w:shd w:val="clear" w:color="auto" w:fill="FFBFBF" w:themeFill="accent6" w:themeFillTint="33"/>
          </w:tcPr>
          <w:p w14:paraId="5238EAFC" w14:textId="77777777" w:rsidR="00F51686" w:rsidRPr="00F51686" w:rsidRDefault="00F51686" w:rsidP="00F51686">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F51686">
              <w:rPr>
                <w:rFonts w:eastAsia="Times New Roman"/>
                <w:b/>
                <w:bCs/>
              </w:rPr>
              <w:t>Věcný rozsah poddodávky</w:t>
            </w:r>
            <w:r w:rsidRPr="00F51686">
              <w:rPr>
                <w:rFonts w:eastAsia="Times New Roman"/>
                <w:bCs/>
              </w:rPr>
              <w:t xml:space="preserve"> (označení dle čísel a názvů jednotlivých PS a SO případně jiným vhodným způsobem, nelze-li označit dle SO a PS např. popis vykonaných činností nebo dodávek)</w:t>
            </w:r>
          </w:p>
        </w:tc>
        <w:tc>
          <w:tcPr>
            <w:tcW w:w="1548" w:type="dxa"/>
            <w:shd w:val="clear" w:color="auto" w:fill="FFBFBF" w:themeFill="accent6" w:themeFillTint="33"/>
          </w:tcPr>
          <w:p w14:paraId="6C9BA1B5" w14:textId="77777777" w:rsidR="00F51686" w:rsidRPr="00F51686" w:rsidRDefault="00F51686" w:rsidP="00F51686">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F51686">
              <w:rPr>
                <w:rFonts w:eastAsia="Times New Roman"/>
                <w:b/>
                <w:bCs/>
              </w:rPr>
              <w:t>Hodnota poddodávky</w:t>
            </w:r>
            <w:r w:rsidRPr="00F51686">
              <w:rPr>
                <w:rFonts w:eastAsia="Times New Roman"/>
                <w:bCs/>
              </w:rPr>
              <w:t xml:space="preserve"> v % ze smluvní ceny díla a konkrétní částka v Kč </w:t>
            </w:r>
          </w:p>
        </w:tc>
      </w:tr>
      <w:tr w:rsidR="00F51686" w:rsidRPr="00F51686" w14:paraId="7273A208" w14:textId="77777777" w:rsidTr="00891044">
        <w:tc>
          <w:tcPr>
            <w:cnfStyle w:val="001000000000" w:firstRow="0" w:lastRow="0" w:firstColumn="1" w:lastColumn="0" w:oddVBand="0" w:evenVBand="0" w:oddHBand="0" w:evenHBand="0" w:firstRowFirstColumn="0" w:firstRowLastColumn="0" w:lastRowFirstColumn="0" w:lastRowLastColumn="0"/>
            <w:tcW w:w="2944" w:type="dxa"/>
            <w:vAlign w:val="center"/>
          </w:tcPr>
          <w:p w14:paraId="35149B4A" w14:textId="77777777" w:rsidR="00F51686" w:rsidRPr="00F51686" w:rsidRDefault="00F51686" w:rsidP="00F51686">
            <w:pPr>
              <w:keepNext/>
              <w:spacing w:after="60" w:line="240" w:lineRule="auto"/>
              <w:jc w:val="center"/>
              <w:outlineLvl w:val="3"/>
              <w:rPr>
                <w:rFonts w:eastAsia="Times New Roman"/>
                <w:bCs/>
                <w:color w:val="FF0000"/>
              </w:rPr>
            </w:pPr>
          </w:p>
        </w:tc>
        <w:tc>
          <w:tcPr>
            <w:tcW w:w="2879" w:type="dxa"/>
            <w:vAlign w:val="center"/>
          </w:tcPr>
          <w:p w14:paraId="729646B0"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0A22C1DB"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F51686" w:rsidRPr="00F51686" w14:paraId="111A0AD4" w14:textId="77777777" w:rsidTr="00891044">
        <w:tc>
          <w:tcPr>
            <w:cnfStyle w:val="001000000000" w:firstRow="0" w:lastRow="0" w:firstColumn="1" w:lastColumn="0" w:oddVBand="0" w:evenVBand="0" w:oddHBand="0" w:evenHBand="0" w:firstRowFirstColumn="0" w:firstRowLastColumn="0" w:lastRowFirstColumn="0" w:lastRowLastColumn="0"/>
            <w:tcW w:w="2944" w:type="dxa"/>
            <w:vAlign w:val="center"/>
          </w:tcPr>
          <w:p w14:paraId="591C04F1" w14:textId="77777777" w:rsidR="00F51686" w:rsidRPr="00F51686" w:rsidRDefault="00F51686" w:rsidP="00F51686">
            <w:pPr>
              <w:keepNext/>
              <w:spacing w:after="60" w:line="240" w:lineRule="auto"/>
              <w:jc w:val="center"/>
              <w:outlineLvl w:val="3"/>
              <w:rPr>
                <w:rFonts w:eastAsia="Times New Roman"/>
                <w:bCs/>
                <w:color w:val="FF0000"/>
              </w:rPr>
            </w:pPr>
          </w:p>
        </w:tc>
        <w:tc>
          <w:tcPr>
            <w:tcW w:w="2879" w:type="dxa"/>
            <w:vAlign w:val="center"/>
          </w:tcPr>
          <w:p w14:paraId="22F66B18"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62772D84"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F51686" w:rsidRPr="00F51686" w14:paraId="5BC5C464" w14:textId="77777777" w:rsidTr="00891044">
        <w:tc>
          <w:tcPr>
            <w:cnfStyle w:val="001000000000" w:firstRow="0" w:lastRow="0" w:firstColumn="1" w:lastColumn="0" w:oddVBand="0" w:evenVBand="0" w:oddHBand="0" w:evenHBand="0" w:firstRowFirstColumn="0" w:firstRowLastColumn="0" w:lastRowFirstColumn="0" w:lastRowLastColumn="0"/>
            <w:tcW w:w="2944" w:type="dxa"/>
            <w:vAlign w:val="center"/>
          </w:tcPr>
          <w:p w14:paraId="2F1E33BE" w14:textId="77777777" w:rsidR="00F51686" w:rsidRPr="00F51686" w:rsidRDefault="00F51686" w:rsidP="00F51686">
            <w:pPr>
              <w:keepNext/>
              <w:spacing w:after="60" w:line="240" w:lineRule="auto"/>
              <w:jc w:val="center"/>
              <w:outlineLvl w:val="3"/>
              <w:rPr>
                <w:rFonts w:eastAsia="Times New Roman"/>
                <w:bCs/>
                <w:color w:val="FF0000"/>
              </w:rPr>
            </w:pPr>
          </w:p>
        </w:tc>
        <w:tc>
          <w:tcPr>
            <w:tcW w:w="2879" w:type="dxa"/>
            <w:vAlign w:val="center"/>
          </w:tcPr>
          <w:p w14:paraId="34B3D9DD"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72B9C4F4"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F51686" w:rsidRPr="00F51686" w14:paraId="41842F08" w14:textId="77777777" w:rsidTr="00891044">
        <w:tc>
          <w:tcPr>
            <w:cnfStyle w:val="001000000000" w:firstRow="0" w:lastRow="0" w:firstColumn="1" w:lastColumn="0" w:oddVBand="0" w:evenVBand="0" w:oddHBand="0" w:evenHBand="0" w:firstRowFirstColumn="0" w:firstRowLastColumn="0" w:lastRowFirstColumn="0" w:lastRowLastColumn="0"/>
            <w:tcW w:w="2944" w:type="dxa"/>
            <w:vAlign w:val="center"/>
          </w:tcPr>
          <w:p w14:paraId="4D0C24FE" w14:textId="77777777" w:rsidR="00F51686" w:rsidRPr="00F51686" w:rsidRDefault="00F51686" w:rsidP="00F51686">
            <w:pPr>
              <w:keepNext/>
              <w:spacing w:after="60" w:line="240" w:lineRule="auto"/>
              <w:jc w:val="center"/>
              <w:outlineLvl w:val="3"/>
              <w:rPr>
                <w:rFonts w:eastAsia="Times New Roman"/>
                <w:bCs/>
                <w:color w:val="FF0000"/>
              </w:rPr>
            </w:pPr>
          </w:p>
        </w:tc>
        <w:tc>
          <w:tcPr>
            <w:tcW w:w="2879" w:type="dxa"/>
            <w:vAlign w:val="center"/>
          </w:tcPr>
          <w:p w14:paraId="65F3F6FE"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5B575C7E"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tbl>
      <w:tblPr>
        <w:tblStyle w:val="Mkatabulky11"/>
        <w:tblW w:w="0" w:type="auto"/>
        <w:tblLook w:val="04A0" w:firstRow="1" w:lastRow="0" w:firstColumn="1" w:lastColumn="0" w:noHBand="0" w:noVBand="1"/>
      </w:tblPr>
      <w:tblGrid>
        <w:gridCol w:w="5857"/>
        <w:gridCol w:w="2845"/>
      </w:tblGrid>
      <w:tr w:rsidR="00D87446" w:rsidRPr="00F51686" w14:paraId="537C1A67" w14:textId="77777777" w:rsidTr="00891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70D16E8" w14:textId="77777777" w:rsidR="00F51686" w:rsidRPr="00F51686" w:rsidRDefault="00F51686" w:rsidP="00F51686">
            <w:pPr>
              <w:keepNext/>
              <w:spacing w:after="60" w:line="240" w:lineRule="auto"/>
              <w:outlineLvl w:val="3"/>
              <w:rPr>
                <w:rFonts w:eastAsia="Times New Roman"/>
                <w:b/>
                <w:bCs/>
              </w:rPr>
            </w:pPr>
            <w:r w:rsidRPr="00F51686">
              <w:rPr>
                <w:rFonts w:eastAsia="Times New Roman"/>
                <w:b/>
                <w:bCs/>
              </w:rPr>
              <w:t>Rozsah prací:</w:t>
            </w:r>
          </w:p>
          <w:p w14:paraId="1C348352" w14:textId="77777777" w:rsidR="00F51686" w:rsidRPr="00F51686" w:rsidRDefault="00F51686" w:rsidP="00F51686">
            <w:pPr>
              <w:keepNext/>
              <w:spacing w:after="60" w:line="240" w:lineRule="auto"/>
              <w:outlineLvl w:val="3"/>
              <w:rPr>
                <w:rFonts w:eastAsia="Times New Roman"/>
                <w:bCs/>
              </w:rPr>
            </w:pPr>
            <w:r w:rsidRPr="00F51686">
              <w:rPr>
                <w:rFonts w:eastAsia="Times New Roman"/>
                <w:bCs/>
              </w:rPr>
              <w:t>(dle předmětu díla / předmětu plnění VZ)</w:t>
            </w:r>
          </w:p>
        </w:tc>
        <w:tc>
          <w:tcPr>
            <w:tcW w:w="2845" w:type="dxa"/>
            <w:vAlign w:val="center"/>
          </w:tcPr>
          <w:p w14:paraId="259EADBE" w14:textId="77777777" w:rsidR="00F51686" w:rsidRPr="00F51686" w:rsidRDefault="00F51686" w:rsidP="00F5168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D87446" w:rsidRPr="00F51686" w14:paraId="7C90BFAB"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B0DCD17"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t>Charakter prací</w:t>
            </w:r>
            <w:r w:rsidRPr="00F51686">
              <w:rPr>
                <w:rFonts w:eastAsia="Times New Roman"/>
                <w:bCs/>
              </w:rPr>
              <w:t xml:space="preserve"> (oprava/údržba/modernizace/rekonstrukce/novostavba)</w:t>
            </w:r>
          </w:p>
        </w:tc>
        <w:tc>
          <w:tcPr>
            <w:tcW w:w="2845" w:type="dxa"/>
            <w:vAlign w:val="center"/>
          </w:tcPr>
          <w:p w14:paraId="3B81C5DF"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87446" w:rsidRPr="00F51686" w14:paraId="168ABC95"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8160425"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t>Délka traťového úseku</w:t>
            </w:r>
            <w:r w:rsidRPr="00F51686">
              <w:rPr>
                <w:rFonts w:eastAsia="Times New Roman"/>
                <w:bCs/>
              </w:rPr>
              <w:t>*</w:t>
            </w:r>
            <w:r w:rsidRPr="00F51686">
              <w:rPr>
                <w:rFonts w:eastAsia="Times New Roman"/>
                <w:b/>
                <w:bCs/>
              </w:rPr>
              <w:t xml:space="preserve"> </w:t>
            </w:r>
            <w:r w:rsidRPr="00F51686">
              <w:rPr>
                <w:rFonts w:eastAsia="Times New Roman"/>
                <w:bCs/>
              </w:rPr>
              <w:t>(v km)</w:t>
            </w:r>
          </w:p>
        </w:tc>
        <w:tc>
          <w:tcPr>
            <w:tcW w:w="2845" w:type="dxa"/>
            <w:vAlign w:val="center"/>
          </w:tcPr>
          <w:p w14:paraId="5FA9F78D"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87446" w:rsidRPr="00F51686" w14:paraId="133E8B8E"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716A3B"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t>Dílo probíhalo na trati</w:t>
            </w:r>
            <w:r w:rsidRPr="00F51686">
              <w:rPr>
                <w:rFonts w:eastAsia="Times New Roman"/>
                <w:bCs/>
              </w:rPr>
              <w:t>* jednokolejné / vícekolejné</w:t>
            </w:r>
          </w:p>
        </w:tc>
        <w:tc>
          <w:tcPr>
            <w:tcW w:w="2845" w:type="dxa"/>
            <w:vAlign w:val="center"/>
          </w:tcPr>
          <w:p w14:paraId="11054BED"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87446" w:rsidRPr="00F51686" w14:paraId="3DA91D3F"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17C92DC"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t>Dílo probíhalo na trati</w:t>
            </w:r>
            <w:r w:rsidRPr="00F51686">
              <w:rPr>
                <w:rFonts w:eastAsia="Times New Roman"/>
                <w:bCs/>
              </w:rPr>
              <w:t xml:space="preserve">* elektrifikované / neelektrifikované </w:t>
            </w:r>
          </w:p>
        </w:tc>
        <w:tc>
          <w:tcPr>
            <w:tcW w:w="2845" w:type="dxa"/>
            <w:vAlign w:val="center"/>
          </w:tcPr>
          <w:p w14:paraId="031AFEAE"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87446" w:rsidRPr="00F51686" w14:paraId="2DC7B026"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BD3D108" w14:textId="77777777" w:rsidR="00F51686" w:rsidRPr="00F51686" w:rsidRDefault="00F51686" w:rsidP="00F51686">
            <w:pPr>
              <w:keepNext/>
              <w:spacing w:after="60" w:line="240" w:lineRule="auto"/>
              <w:outlineLvl w:val="3"/>
              <w:rPr>
                <w:rFonts w:eastAsia="Times New Roman"/>
                <w:b/>
                <w:bCs/>
              </w:rPr>
            </w:pPr>
            <w:r w:rsidRPr="00F51686">
              <w:rPr>
                <w:rFonts w:eastAsia="Times New Roman"/>
                <w:b/>
                <w:bCs/>
              </w:rPr>
              <w:t>Dílo probíhalo na trati</w:t>
            </w:r>
            <w:r w:rsidRPr="00F51686">
              <w:rPr>
                <w:rFonts w:eastAsia="Times New Roman"/>
                <w:bCs/>
              </w:rPr>
              <w:t>* širé (mezistaniční úsek)/ ve stanici</w:t>
            </w:r>
          </w:p>
        </w:tc>
        <w:tc>
          <w:tcPr>
            <w:tcW w:w="2845" w:type="dxa"/>
            <w:vAlign w:val="center"/>
          </w:tcPr>
          <w:p w14:paraId="2806F3E7"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87446" w:rsidRPr="00F51686" w14:paraId="16E06DDA"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0BD635E"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t>Stavební práce zahrnovaly práce na</w:t>
            </w:r>
            <w:r w:rsidRPr="00F51686">
              <w:rPr>
                <w:rFonts w:eastAsia="Times New Roman"/>
                <w:bCs/>
              </w:rPr>
              <w:t xml:space="preserve"> </w:t>
            </w:r>
            <w:r w:rsidRPr="00F51686">
              <w:rPr>
                <w:rFonts w:eastAsia="Times New Roman"/>
                <w:b/>
                <w:bCs/>
              </w:rPr>
              <w:t>železničním svršku</w:t>
            </w:r>
            <w:r w:rsidRPr="00F51686">
              <w:rPr>
                <w:rFonts w:eastAsia="Times New Roman"/>
                <w:bCs/>
              </w:rPr>
              <w:t xml:space="preserve"> (ANO/NE, v případě ANO uvést hodnotu v Kč a délku traťového úseku, v případě železniční stanice počet výhybek)</w:t>
            </w:r>
          </w:p>
        </w:tc>
        <w:tc>
          <w:tcPr>
            <w:tcW w:w="2845" w:type="dxa"/>
            <w:vAlign w:val="center"/>
          </w:tcPr>
          <w:p w14:paraId="5C99E483"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87446" w:rsidRPr="00F51686" w14:paraId="614DEB12"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AE30C21"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t>Stavební práce zahrnovaly práce na</w:t>
            </w:r>
            <w:r w:rsidRPr="00F51686">
              <w:rPr>
                <w:rFonts w:eastAsia="Times New Roman"/>
                <w:bCs/>
              </w:rPr>
              <w:t xml:space="preserve"> </w:t>
            </w:r>
            <w:r w:rsidRPr="00F51686">
              <w:rPr>
                <w:rFonts w:eastAsia="Times New Roman"/>
                <w:b/>
                <w:bCs/>
              </w:rPr>
              <w:t>železničním spodku</w:t>
            </w:r>
            <w:r w:rsidRPr="00F51686">
              <w:rPr>
                <w:rFonts w:eastAsia="Times New Roman"/>
                <w:bCs/>
              </w:rPr>
              <w:t xml:space="preserve"> (ANO/NE, v případě ANO uvést hodnotu v Kč a délku)</w:t>
            </w:r>
          </w:p>
        </w:tc>
        <w:tc>
          <w:tcPr>
            <w:tcW w:w="2845" w:type="dxa"/>
            <w:vAlign w:val="center"/>
          </w:tcPr>
          <w:p w14:paraId="33550FDA"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87446" w:rsidRPr="00F51686" w14:paraId="4752E8B2"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53FF952"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t>Stavební práce zahrnovaly práce na</w:t>
            </w:r>
            <w:r w:rsidRPr="00F51686">
              <w:rPr>
                <w:rFonts w:eastAsia="Times New Roman"/>
                <w:bCs/>
              </w:rPr>
              <w:t xml:space="preserve"> </w:t>
            </w:r>
            <w:r w:rsidRPr="00F51686">
              <w:rPr>
                <w:rFonts w:eastAsia="Times New Roman"/>
                <w:b/>
                <w:bCs/>
              </w:rPr>
              <w:t>železničním mostním objektu</w:t>
            </w:r>
            <w:r w:rsidRPr="00F51686">
              <w:rPr>
                <w:rFonts w:eastAsia="Times New Roman"/>
                <w:bCs/>
              </w:rPr>
              <w:t xml:space="preserve"> (ANO/NE, v případě ANO uvést hodnotu v Kč a délku mostního objektů/mostních objektů, případně jinou specifikaci)</w:t>
            </w:r>
          </w:p>
        </w:tc>
        <w:tc>
          <w:tcPr>
            <w:tcW w:w="2845" w:type="dxa"/>
            <w:vAlign w:val="center"/>
          </w:tcPr>
          <w:p w14:paraId="024C61DC"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87446" w:rsidRPr="00F51686" w14:paraId="65112EB3"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2B5E236"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t>Stavební práce zahrnovaly práce na</w:t>
            </w:r>
            <w:r w:rsidRPr="00F51686">
              <w:rPr>
                <w:rFonts w:eastAsia="Times New Roman"/>
                <w:bCs/>
              </w:rPr>
              <w:t xml:space="preserve"> </w:t>
            </w:r>
            <w:r w:rsidRPr="00F51686">
              <w:rPr>
                <w:rFonts w:eastAsia="Times New Roman"/>
                <w:b/>
                <w:bCs/>
              </w:rPr>
              <w:t>trakčním vedení</w:t>
            </w:r>
            <w:r w:rsidRPr="00F51686">
              <w:rPr>
                <w:rFonts w:eastAsia="Times New Roman"/>
                <w:bCs/>
              </w:rPr>
              <w:t xml:space="preserve"> (ANO/NE, v případě ANO uvést hodnotu v Kč a délku traťového úseku)</w:t>
            </w:r>
          </w:p>
        </w:tc>
        <w:tc>
          <w:tcPr>
            <w:tcW w:w="2845" w:type="dxa"/>
            <w:vAlign w:val="center"/>
          </w:tcPr>
          <w:p w14:paraId="26B41187"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87446" w:rsidRPr="00F51686" w14:paraId="63F1E11B"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F396DE1"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t>Stavební práce zahrnovaly práce na</w:t>
            </w:r>
            <w:r w:rsidRPr="00F51686">
              <w:rPr>
                <w:rFonts w:eastAsia="Times New Roman"/>
                <w:bCs/>
              </w:rPr>
              <w:t xml:space="preserve"> </w:t>
            </w:r>
            <w:r w:rsidRPr="00F51686">
              <w:rPr>
                <w:rFonts w:eastAsia="Times New Roman"/>
                <w:b/>
                <w:bCs/>
              </w:rPr>
              <w:t>zabezpečovacím zařízení</w:t>
            </w:r>
            <w:r w:rsidRPr="00F51686">
              <w:rPr>
                <w:rFonts w:eastAsia="Times New Roman"/>
                <w:bCs/>
              </w:rPr>
              <w:t xml:space="preserve"> (ANO/NE, v případě ANO uvést hodnotu v Kč a délku traťového úseku, v případě železniční stanice počet výhybek)</w:t>
            </w:r>
          </w:p>
        </w:tc>
        <w:tc>
          <w:tcPr>
            <w:tcW w:w="2845" w:type="dxa"/>
            <w:vAlign w:val="center"/>
          </w:tcPr>
          <w:p w14:paraId="39393D4F"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87446" w:rsidRPr="00F51686" w14:paraId="4DB3EFC6"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155A7BE"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t>Stavební práce zahrnovaly práce na</w:t>
            </w:r>
            <w:r w:rsidRPr="00F51686">
              <w:rPr>
                <w:rFonts w:eastAsia="Times New Roman"/>
                <w:bCs/>
              </w:rPr>
              <w:t xml:space="preserve"> </w:t>
            </w:r>
            <w:r w:rsidRPr="00F51686">
              <w:rPr>
                <w:rFonts w:eastAsia="Times New Roman"/>
                <w:b/>
                <w:bCs/>
              </w:rPr>
              <w:t>silnoproudých zařízeních</w:t>
            </w:r>
            <w:r w:rsidRPr="00F51686">
              <w:rPr>
                <w:rFonts w:eastAsia="Times New Roman"/>
                <w:bCs/>
              </w:rPr>
              <w:t xml:space="preserve"> (ANO/NE, v případě ANO uvést hodnotu v Kč)</w:t>
            </w:r>
          </w:p>
        </w:tc>
        <w:tc>
          <w:tcPr>
            <w:tcW w:w="2845" w:type="dxa"/>
            <w:vAlign w:val="center"/>
          </w:tcPr>
          <w:p w14:paraId="5E11032E"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87446" w:rsidRPr="00F51686" w14:paraId="7B133652"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B0266A2"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t>Stavební práce zahrnovaly práce na</w:t>
            </w:r>
            <w:r w:rsidRPr="00F51686">
              <w:rPr>
                <w:rFonts w:eastAsia="Times New Roman"/>
                <w:bCs/>
              </w:rPr>
              <w:t xml:space="preserve"> </w:t>
            </w:r>
            <w:r w:rsidRPr="00F51686">
              <w:rPr>
                <w:rFonts w:eastAsia="Times New Roman"/>
                <w:b/>
                <w:bCs/>
              </w:rPr>
              <w:t>tunelové stavbě</w:t>
            </w:r>
            <w:r w:rsidRPr="00F51686">
              <w:rPr>
                <w:rFonts w:eastAsia="Times New Roman"/>
                <w:bCs/>
              </w:rPr>
              <w:t xml:space="preserve"> (ANO/NE, v případě ANO uvést délku tunelu)</w:t>
            </w:r>
          </w:p>
        </w:tc>
        <w:tc>
          <w:tcPr>
            <w:tcW w:w="2845" w:type="dxa"/>
            <w:vAlign w:val="center"/>
          </w:tcPr>
          <w:p w14:paraId="7628174F"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87446" w:rsidRPr="00F51686" w14:paraId="5114DCBA"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B17D51C" w14:textId="77777777" w:rsidR="00F51686" w:rsidRPr="00F51686" w:rsidRDefault="00F51686" w:rsidP="00F51686">
            <w:pPr>
              <w:keepNext/>
              <w:spacing w:after="60" w:line="240" w:lineRule="auto"/>
              <w:outlineLvl w:val="3"/>
              <w:rPr>
                <w:rFonts w:eastAsia="Times New Roman"/>
                <w:b/>
                <w:bCs/>
                <w:color w:val="FF0000"/>
              </w:rPr>
            </w:pPr>
            <w:r w:rsidRPr="00F51686">
              <w:rPr>
                <w:rFonts w:asciiTheme="minorHAnsi" w:hAnsiTheme="minorHAnsi"/>
                <w:b/>
                <w:bCs/>
              </w:rPr>
              <w:t>Stavební práce zahrnovaly práce na</w:t>
            </w:r>
            <w:r w:rsidRPr="00F51686">
              <w:rPr>
                <w:rFonts w:asciiTheme="minorHAnsi" w:hAnsiTheme="minorHAnsi"/>
                <w:bCs/>
              </w:rPr>
              <w:t xml:space="preserve"> </w:t>
            </w:r>
            <w:r w:rsidRPr="00F51686">
              <w:rPr>
                <w:rFonts w:asciiTheme="minorHAnsi" w:hAnsiTheme="minorHAnsi"/>
                <w:b/>
                <w:bCs/>
              </w:rPr>
              <w:t>pozemní stavbě</w:t>
            </w:r>
            <w:r w:rsidRPr="00F51686">
              <w:rPr>
                <w:rFonts w:asciiTheme="minorHAnsi" w:hAnsiTheme="minorHAnsi"/>
                <w:bCs/>
              </w:rPr>
              <w:t xml:space="preserve"> (ANO/NE, v případě ANO uvést typ objektu – budova osobního nádraží, technologická budova apod.)</w:t>
            </w:r>
          </w:p>
        </w:tc>
        <w:tc>
          <w:tcPr>
            <w:tcW w:w="2845" w:type="dxa"/>
            <w:vAlign w:val="center"/>
          </w:tcPr>
          <w:p w14:paraId="4C576D9C"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D87446" w:rsidRPr="00F51686" w14:paraId="3F773E19"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64AA5B" w14:textId="77777777" w:rsidR="00F51686" w:rsidRPr="00F51686" w:rsidRDefault="00F51686" w:rsidP="00F51686">
            <w:pPr>
              <w:keepNext/>
              <w:spacing w:after="60" w:line="240" w:lineRule="auto"/>
              <w:outlineLvl w:val="3"/>
              <w:rPr>
                <w:rFonts w:eastAsia="Times New Roman"/>
                <w:b/>
                <w:bCs/>
              </w:rPr>
            </w:pPr>
            <w:r w:rsidRPr="00F51686">
              <w:rPr>
                <w:rFonts w:eastAsia="Times New Roman"/>
                <w:b/>
                <w:bCs/>
              </w:rPr>
              <w:t>Stavební práce zahrnovaly práce na</w:t>
            </w:r>
            <w:r w:rsidRPr="00F51686">
              <w:rPr>
                <w:rFonts w:eastAsia="Times New Roman"/>
                <w:bCs/>
              </w:rPr>
              <w:t xml:space="preserve"> </w:t>
            </w:r>
            <w:r w:rsidRPr="00F51686">
              <w:rPr>
                <w:rFonts w:eastAsia="Times New Roman"/>
                <w:b/>
                <w:bCs/>
              </w:rPr>
              <w:t xml:space="preserve">stavbě s památkovou ochranou </w:t>
            </w:r>
            <w:r w:rsidRPr="00F51686">
              <w:rPr>
                <w:rFonts w:eastAsia="Times New Roman"/>
                <w:bCs/>
              </w:rPr>
              <w:t>(ANO/NE, v případě ANO uvést druh objektu a hodnotu Kč)</w:t>
            </w:r>
          </w:p>
        </w:tc>
        <w:tc>
          <w:tcPr>
            <w:tcW w:w="2845" w:type="dxa"/>
            <w:vAlign w:val="center"/>
          </w:tcPr>
          <w:p w14:paraId="38E83648"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D87446" w:rsidRPr="00F51686" w14:paraId="6CBD7309"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C962C08"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t>SOD obsahovala</w:t>
            </w:r>
            <w:r w:rsidRPr="00F51686">
              <w:rPr>
                <w:rFonts w:eastAsia="Times New Roman"/>
                <w:bCs/>
              </w:rPr>
              <w:t xml:space="preserve"> </w:t>
            </w:r>
            <w:r w:rsidRPr="00F51686">
              <w:rPr>
                <w:rFonts w:eastAsia="Times New Roman"/>
                <w:b/>
                <w:bCs/>
              </w:rPr>
              <w:t>vyhrazené plnění realizované vlastní kapacitou</w:t>
            </w:r>
            <w:r w:rsidRPr="00F51686">
              <w:rPr>
                <w:rFonts w:eastAsia="Times New Roman"/>
                <w:bCs/>
              </w:rPr>
              <w:t xml:space="preserve"> (ANO/NE, v případě ANO uvést níže uvedené podrobnosti):</w:t>
            </w:r>
          </w:p>
        </w:tc>
        <w:tc>
          <w:tcPr>
            <w:tcW w:w="2845" w:type="dxa"/>
            <w:vAlign w:val="center"/>
          </w:tcPr>
          <w:p w14:paraId="08241EC7"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D87446" w:rsidRPr="00F51686" w14:paraId="415E81FD"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AF309B2"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lastRenderedPageBreak/>
              <w:t xml:space="preserve">Popis vyhrazeného plnění </w:t>
            </w:r>
            <w:r w:rsidRPr="00F51686">
              <w:rPr>
                <w:rFonts w:eastAsia="Times New Roman"/>
                <w:bCs/>
              </w:rPr>
              <w:t>dle SOD (označení dle čísel a názvů jednotlivých PS a SO):</w:t>
            </w:r>
          </w:p>
        </w:tc>
        <w:tc>
          <w:tcPr>
            <w:tcW w:w="2845" w:type="dxa"/>
            <w:vAlign w:val="center"/>
          </w:tcPr>
          <w:p w14:paraId="18C7BB06"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D87446" w:rsidRPr="00F51686" w14:paraId="54B944D6"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1AD9236" w14:textId="77777777" w:rsidR="00F51686" w:rsidRPr="00F51686" w:rsidRDefault="00F51686" w:rsidP="00F51686">
            <w:pPr>
              <w:keepNext/>
              <w:spacing w:after="60" w:line="240" w:lineRule="auto"/>
              <w:outlineLvl w:val="3"/>
              <w:rPr>
                <w:rFonts w:eastAsia="Times New Roman"/>
                <w:b/>
                <w:bCs/>
              </w:rPr>
            </w:pPr>
            <w:r w:rsidRPr="00F51686">
              <w:rPr>
                <w:rFonts w:eastAsia="Times New Roman"/>
                <w:b/>
                <w:bCs/>
              </w:rPr>
              <w:t>Zhotovitel vyhrazeného plnění:</w:t>
            </w:r>
          </w:p>
        </w:tc>
        <w:tc>
          <w:tcPr>
            <w:tcW w:w="2845" w:type="dxa"/>
            <w:vAlign w:val="center"/>
          </w:tcPr>
          <w:p w14:paraId="5ACF1082"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D87446" w:rsidRPr="00F51686" w14:paraId="722812E7" w14:textId="77777777" w:rsidTr="00891044">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2929803" w14:textId="77777777" w:rsidR="00F51686" w:rsidRPr="00F51686" w:rsidRDefault="00F51686" w:rsidP="00F51686">
            <w:pPr>
              <w:keepNext/>
              <w:spacing w:after="60" w:line="240" w:lineRule="auto"/>
              <w:outlineLvl w:val="3"/>
              <w:rPr>
                <w:rFonts w:eastAsia="Times New Roman"/>
                <w:bCs/>
              </w:rPr>
            </w:pPr>
            <w:r w:rsidRPr="00F51686">
              <w:rPr>
                <w:rFonts w:eastAsia="Times New Roman"/>
                <w:b/>
                <w:bCs/>
              </w:rPr>
              <w:t>Hodnota vyhrazeného plnění v Kč</w:t>
            </w:r>
            <w:r w:rsidRPr="00F51686">
              <w:rPr>
                <w:rFonts w:eastAsia="Times New Roman"/>
                <w:bCs/>
              </w:rPr>
              <w:t>:</w:t>
            </w:r>
          </w:p>
        </w:tc>
        <w:tc>
          <w:tcPr>
            <w:tcW w:w="2845" w:type="dxa"/>
            <w:vAlign w:val="center"/>
          </w:tcPr>
          <w:p w14:paraId="2CDE95DD"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066A1D09" w14:textId="77777777" w:rsidR="00F51686" w:rsidRPr="00F51686" w:rsidRDefault="00F51686" w:rsidP="00F51686">
      <w:pPr>
        <w:keepNext/>
        <w:spacing w:after="60" w:line="264" w:lineRule="auto"/>
        <w:jc w:val="center"/>
        <w:outlineLvl w:val="3"/>
        <w:rPr>
          <w:rFonts w:eastAsia="Times New Roman"/>
          <w:b/>
          <w:bCs/>
          <w:color w:val="FF0000"/>
          <w:sz w:val="16"/>
          <w:vertAlign w:val="superscript"/>
        </w:rPr>
      </w:pPr>
    </w:p>
    <w:tbl>
      <w:tblPr>
        <w:tblStyle w:val="Mkatabulky11"/>
        <w:tblW w:w="0" w:type="auto"/>
        <w:tblLook w:val="04A0" w:firstRow="1" w:lastRow="0" w:firstColumn="1" w:lastColumn="0" w:noHBand="0" w:noVBand="1"/>
      </w:tblPr>
      <w:tblGrid>
        <w:gridCol w:w="3041"/>
        <w:gridCol w:w="2888"/>
        <w:gridCol w:w="2959"/>
      </w:tblGrid>
      <w:tr w:rsidR="00F51686" w:rsidRPr="00F51686" w14:paraId="3CD35699" w14:textId="77777777" w:rsidTr="00891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FE89226" w14:textId="77777777" w:rsidR="00F51686" w:rsidRPr="00F51686" w:rsidRDefault="00F51686" w:rsidP="00F51686">
            <w:pPr>
              <w:keepNext/>
              <w:spacing w:after="60" w:line="240" w:lineRule="auto"/>
              <w:jc w:val="center"/>
              <w:outlineLvl w:val="3"/>
              <w:rPr>
                <w:rFonts w:eastAsia="Times New Roman"/>
                <w:b/>
                <w:bCs/>
                <w:sz w:val="16"/>
                <w:vertAlign w:val="superscript"/>
              </w:rPr>
            </w:pPr>
          </w:p>
        </w:tc>
        <w:tc>
          <w:tcPr>
            <w:tcW w:w="3260" w:type="dxa"/>
            <w:shd w:val="clear" w:color="auto" w:fill="FFBFBF" w:themeFill="accent6" w:themeFillTint="33"/>
          </w:tcPr>
          <w:p w14:paraId="083B9845" w14:textId="77777777" w:rsidR="00F51686" w:rsidRPr="00F51686" w:rsidRDefault="00F51686" w:rsidP="00F5168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F51686">
              <w:rPr>
                <w:rFonts w:eastAsia="Times New Roman"/>
                <w:b/>
                <w:bCs/>
              </w:rPr>
              <w:t>Obchodní firma</w:t>
            </w:r>
          </w:p>
        </w:tc>
        <w:tc>
          <w:tcPr>
            <w:tcW w:w="3260" w:type="dxa"/>
            <w:shd w:val="clear" w:color="auto" w:fill="FFBFBF" w:themeFill="accent6" w:themeFillTint="33"/>
          </w:tcPr>
          <w:p w14:paraId="714D4816" w14:textId="77777777" w:rsidR="00F51686" w:rsidRPr="00F51686" w:rsidRDefault="00F51686" w:rsidP="00F5168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F51686">
              <w:rPr>
                <w:rFonts w:eastAsia="Times New Roman"/>
                <w:b/>
                <w:bCs/>
              </w:rPr>
              <w:t xml:space="preserve">Hodnota prováděných prací v Kč </w:t>
            </w:r>
            <w:r w:rsidRPr="00F51686">
              <w:rPr>
                <w:rFonts w:eastAsia="Times New Roman"/>
                <w:bCs/>
              </w:rPr>
              <w:t>(bez DPH)</w:t>
            </w:r>
          </w:p>
        </w:tc>
      </w:tr>
      <w:tr w:rsidR="00F51686" w:rsidRPr="00F51686" w14:paraId="71C9FAC3" w14:textId="77777777" w:rsidTr="0089104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2AE06EC" w14:textId="77777777" w:rsidR="00F51686" w:rsidRPr="00F51686" w:rsidRDefault="00F51686" w:rsidP="00F51686">
            <w:pPr>
              <w:keepNext/>
              <w:spacing w:after="60" w:line="240" w:lineRule="auto"/>
              <w:jc w:val="center"/>
              <w:outlineLvl w:val="3"/>
              <w:rPr>
                <w:rFonts w:eastAsia="Times New Roman"/>
                <w:b/>
                <w:bCs/>
                <w:sz w:val="16"/>
                <w:vertAlign w:val="superscript"/>
              </w:rPr>
            </w:pPr>
            <w:r w:rsidRPr="00F51686">
              <w:rPr>
                <w:rFonts w:eastAsia="Times New Roman"/>
                <w:b/>
                <w:bCs/>
              </w:rPr>
              <w:t>Správce/vedoucí společník</w:t>
            </w:r>
            <w:r w:rsidRPr="00F51686">
              <w:rPr>
                <w:rFonts w:eastAsia="Times New Roman"/>
                <w:bCs/>
              </w:rPr>
              <w:t xml:space="preserve"> (v případě, kdy se jedná o společnost – dříve sdružení):</w:t>
            </w:r>
          </w:p>
        </w:tc>
        <w:tc>
          <w:tcPr>
            <w:tcW w:w="3260" w:type="dxa"/>
            <w:vAlign w:val="center"/>
          </w:tcPr>
          <w:p w14:paraId="394C4F52"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3F8BD07C"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F51686" w:rsidRPr="00F51686" w14:paraId="6365BF7D" w14:textId="77777777" w:rsidTr="0089104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CA6033F" w14:textId="77777777" w:rsidR="00F51686" w:rsidRPr="00F51686" w:rsidRDefault="00F51686" w:rsidP="00F51686">
            <w:pPr>
              <w:keepNext/>
              <w:spacing w:after="60" w:line="240" w:lineRule="auto"/>
              <w:jc w:val="center"/>
              <w:outlineLvl w:val="3"/>
              <w:rPr>
                <w:rFonts w:eastAsia="Times New Roman"/>
                <w:b/>
                <w:bCs/>
                <w:sz w:val="16"/>
                <w:vertAlign w:val="superscript"/>
              </w:rPr>
            </w:pPr>
            <w:r w:rsidRPr="00F51686">
              <w:rPr>
                <w:rFonts w:eastAsia="Times New Roman"/>
                <w:b/>
                <w:bCs/>
              </w:rPr>
              <w:t>Další společník</w:t>
            </w:r>
            <w:r w:rsidRPr="00F51686">
              <w:rPr>
                <w:rFonts w:eastAsia="Times New Roman"/>
                <w:bCs/>
              </w:rPr>
              <w:t xml:space="preserve"> (v případě, kdy se jedná o společnost na základě společenské smlouvy – dříve sdružení):</w:t>
            </w:r>
          </w:p>
        </w:tc>
        <w:tc>
          <w:tcPr>
            <w:tcW w:w="3260" w:type="dxa"/>
            <w:vAlign w:val="center"/>
          </w:tcPr>
          <w:p w14:paraId="37D78432"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61F732D3"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F51686" w:rsidRPr="00F51686" w14:paraId="0E943D5F" w14:textId="77777777" w:rsidTr="0089104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16FFB65" w14:textId="77777777" w:rsidR="00F51686" w:rsidRPr="00F51686" w:rsidRDefault="00F51686" w:rsidP="00F51686">
            <w:pPr>
              <w:keepNext/>
              <w:spacing w:after="60" w:line="240" w:lineRule="auto"/>
              <w:jc w:val="center"/>
              <w:outlineLvl w:val="3"/>
              <w:rPr>
                <w:rFonts w:eastAsia="Times New Roman"/>
                <w:b/>
                <w:bCs/>
                <w:sz w:val="16"/>
                <w:vertAlign w:val="superscript"/>
              </w:rPr>
            </w:pPr>
            <w:r w:rsidRPr="00F51686">
              <w:rPr>
                <w:rFonts w:eastAsia="Times New Roman"/>
                <w:b/>
                <w:bCs/>
              </w:rPr>
              <w:t>Další společník</w:t>
            </w:r>
            <w:r w:rsidRPr="00F51686">
              <w:rPr>
                <w:rFonts w:eastAsia="Times New Roman"/>
                <w:bCs/>
              </w:rPr>
              <w:t xml:space="preserve"> (v případě, kdy se jedná o společnost na základě společenské smlouvy – dříve sdružení):</w:t>
            </w:r>
          </w:p>
        </w:tc>
        <w:tc>
          <w:tcPr>
            <w:tcW w:w="3260" w:type="dxa"/>
            <w:vAlign w:val="center"/>
          </w:tcPr>
          <w:p w14:paraId="500C3B7D"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00531689"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F51686" w:rsidRPr="00F51686" w14:paraId="5F8C31ED" w14:textId="77777777" w:rsidTr="0089104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8031072" w14:textId="77777777" w:rsidR="00F51686" w:rsidRPr="00F51686" w:rsidRDefault="00F51686" w:rsidP="00F51686">
            <w:pPr>
              <w:keepNext/>
              <w:spacing w:after="60" w:line="240" w:lineRule="auto"/>
              <w:jc w:val="center"/>
              <w:outlineLvl w:val="3"/>
              <w:rPr>
                <w:rFonts w:eastAsia="Times New Roman"/>
                <w:b/>
                <w:bCs/>
                <w:sz w:val="16"/>
                <w:vertAlign w:val="superscript"/>
              </w:rPr>
            </w:pPr>
            <w:r w:rsidRPr="00F51686">
              <w:rPr>
                <w:rFonts w:eastAsia="Times New Roman"/>
                <w:b/>
                <w:bCs/>
              </w:rPr>
              <w:t>Další společník</w:t>
            </w:r>
            <w:r w:rsidRPr="00F51686">
              <w:rPr>
                <w:rFonts w:eastAsia="Times New Roman"/>
                <w:bCs/>
              </w:rPr>
              <w:t xml:space="preserve"> (v případě, kdy se jedná o společnost na základě společenské smlouvy – dříve sdružení):</w:t>
            </w:r>
          </w:p>
        </w:tc>
        <w:tc>
          <w:tcPr>
            <w:tcW w:w="3260" w:type="dxa"/>
            <w:vAlign w:val="center"/>
          </w:tcPr>
          <w:p w14:paraId="589AD0B1"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4644FC34"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F51686" w:rsidRPr="00F51686" w14:paraId="7050CA44" w14:textId="77777777" w:rsidTr="0089104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064458A" w14:textId="77777777" w:rsidR="00F51686" w:rsidRPr="00F51686" w:rsidRDefault="00F51686" w:rsidP="00F51686">
            <w:pPr>
              <w:keepNext/>
              <w:spacing w:after="60" w:line="240" w:lineRule="auto"/>
              <w:jc w:val="center"/>
              <w:outlineLvl w:val="3"/>
              <w:rPr>
                <w:rFonts w:eastAsia="Times New Roman"/>
                <w:b/>
                <w:bCs/>
                <w:sz w:val="16"/>
                <w:vertAlign w:val="superscript"/>
              </w:rPr>
            </w:pPr>
            <w:r w:rsidRPr="00F51686">
              <w:rPr>
                <w:rFonts w:eastAsia="Times New Roman"/>
                <w:b/>
                <w:bCs/>
              </w:rPr>
              <w:t>Další společník</w:t>
            </w:r>
            <w:r w:rsidRPr="00F51686">
              <w:rPr>
                <w:rFonts w:eastAsia="Times New Roman"/>
                <w:bCs/>
              </w:rPr>
              <w:t xml:space="preserve"> (v případě, kdy se jedná o společnost na základě společenské smlouvy – dříve sdružení):</w:t>
            </w:r>
          </w:p>
        </w:tc>
        <w:tc>
          <w:tcPr>
            <w:tcW w:w="3260" w:type="dxa"/>
            <w:vAlign w:val="center"/>
          </w:tcPr>
          <w:p w14:paraId="41CC7CF3"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5CE24A7F"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F51686" w:rsidRPr="00F51686" w14:paraId="46B162BA" w14:textId="77777777" w:rsidTr="00891044">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66C94A0" w14:textId="77777777" w:rsidR="00F51686" w:rsidRPr="00F51686" w:rsidRDefault="00F51686" w:rsidP="00F51686">
            <w:pPr>
              <w:keepNext/>
              <w:spacing w:after="60" w:line="240" w:lineRule="auto"/>
              <w:jc w:val="center"/>
              <w:outlineLvl w:val="3"/>
              <w:rPr>
                <w:rFonts w:eastAsia="Times New Roman"/>
                <w:b/>
                <w:bCs/>
              </w:rPr>
            </w:pPr>
            <w:r w:rsidRPr="00F51686">
              <w:rPr>
                <w:rFonts w:eastAsia="Times New Roman"/>
                <w:b/>
                <w:bCs/>
              </w:rPr>
              <w:t xml:space="preserve">Celkem v Kč </w:t>
            </w:r>
          </w:p>
        </w:tc>
        <w:tc>
          <w:tcPr>
            <w:tcW w:w="3260" w:type="dxa"/>
            <w:shd w:val="clear" w:color="auto" w:fill="FFBFBF" w:themeFill="accent6" w:themeFillTint="33"/>
          </w:tcPr>
          <w:p w14:paraId="6E8EBD20"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r w:rsidRPr="00F51686">
              <w:rPr>
                <w:rFonts w:eastAsia="Times New Roman"/>
                <w:b/>
                <w:bCs/>
              </w:rPr>
              <w:t>xxx</w:t>
            </w:r>
          </w:p>
        </w:tc>
        <w:tc>
          <w:tcPr>
            <w:tcW w:w="3260" w:type="dxa"/>
            <w:shd w:val="clear" w:color="auto" w:fill="FFBFBF" w:themeFill="accent6" w:themeFillTint="33"/>
          </w:tcPr>
          <w:p w14:paraId="74FA7041"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p>
        </w:tc>
      </w:tr>
    </w:tbl>
    <w:p w14:paraId="1E254FD1" w14:textId="77777777" w:rsidR="00F51686" w:rsidRPr="00F51686" w:rsidRDefault="00F51686" w:rsidP="00F51686">
      <w:pPr>
        <w:keepNext/>
        <w:spacing w:after="60" w:line="264" w:lineRule="auto"/>
        <w:jc w:val="center"/>
        <w:outlineLvl w:val="3"/>
        <w:rPr>
          <w:rFonts w:eastAsia="Times New Roman"/>
          <w:b/>
          <w:bCs/>
          <w:color w:val="FF0000"/>
          <w:sz w:val="16"/>
          <w:vertAlign w:val="superscript"/>
        </w:rPr>
      </w:pPr>
    </w:p>
    <w:tbl>
      <w:tblPr>
        <w:tblStyle w:val="Mkatabulky11"/>
        <w:tblW w:w="0" w:type="auto"/>
        <w:tblLook w:val="04A0" w:firstRow="1" w:lastRow="0" w:firstColumn="1" w:lastColumn="0" w:noHBand="0" w:noVBand="1"/>
      </w:tblPr>
      <w:tblGrid>
        <w:gridCol w:w="4460"/>
        <w:gridCol w:w="4428"/>
      </w:tblGrid>
      <w:tr w:rsidR="00F51686" w:rsidRPr="00F51686" w14:paraId="638A6ED0" w14:textId="77777777" w:rsidTr="00891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873BB07" w14:textId="77777777" w:rsidR="00F51686" w:rsidRPr="00F51686" w:rsidRDefault="00F51686" w:rsidP="00F51686">
            <w:pPr>
              <w:keepNext/>
              <w:spacing w:after="60" w:line="240" w:lineRule="auto"/>
              <w:outlineLvl w:val="3"/>
              <w:rPr>
                <w:rFonts w:eastAsia="Times New Roman"/>
                <w:b/>
                <w:bCs/>
              </w:rPr>
            </w:pPr>
            <w:r w:rsidRPr="00F51686">
              <w:rPr>
                <w:rFonts w:eastAsia="Times New Roman"/>
                <w:b/>
                <w:bCs/>
              </w:rPr>
              <w:t>Hodnocení objednatele:</w:t>
            </w:r>
          </w:p>
          <w:p w14:paraId="2ADAB491" w14:textId="77777777" w:rsidR="00F51686" w:rsidRPr="00F51686" w:rsidRDefault="00F51686" w:rsidP="00F51686">
            <w:pPr>
              <w:keepNext/>
              <w:spacing w:after="60" w:line="240" w:lineRule="auto"/>
              <w:outlineLvl w:val="3"/>
              <w:rPr>
                <w:rFonts w:eastAsia="Times New Roman"/>
                <w:b/>
                <w:bCs/>
              </w:rPr>
            </w:pPr>
          </w:p>
          <w:p w14:paraId="234DDAEC" w14:textId="77777777" w:rsidR="00F51686" w:rsidRPr="00F51686" w:rsidRDefault="00F51686" w:rsidP="00F51686">
            <w:pPr>
              <w:keepNext/>
              <w:spacing w:after="60" w:line="240" w:lineRule="auto"/>
              <w:outlineLvl w:val="3"/>
              <w:rPr>
                <w:rFonts w:eastAsia="Times New Roman"/>
                <w:bCs/>
              </w:rPr>
            </w:pPr>
          </w:p>
          <w:p w14:paraId="7CD444B5" w14:textId="77777777" w:rsidR="00F51686" w:rsidRPr="00F51686" w:rsidRDefault="00F51686" w:rsidP="00F51686">
            <w:pPr>
              <w:keepNext/>
              <w:spacing w:after="60" w:line="240" w:lineRule="auto"/>
              <w:outlineLvl w:val="3"/>
              <w:rPr>
                <w:rFonts w:eastAsia="Times New Roman"/>
                <w:bCs/>
              </w:rPr>
            </w:pPr>
          </w:p>
          <w:p w14:paraId="765CBDB3" w14:textId="77777777" w:rsidR="00F51686" w:rsidRPr="00F51686" w:rsidRDefault="00F51686" w:rsidP="00F51686">
            <w:pPr>
              <w:keepNext/>
              <w:spacing w:after="60" w:line="240" w:lineRule="auto"/>
              <w:outlineLvl w:val="3"/>
              <w:rPr>
                <w:rFonts w:eastAsia="Times New Roman"/>
                <w:bCs/>
              </w:rPr>
            </w:pPr>
          </w:p>
          <w:p w14:paraId="5EE6763C" w14:textId="77777777" w:rsidR="00F51686" w:rsidRPr="00F51686" w:rsidRDefault="00F51686" w:rsidP="00F51686">
            <w:pPr>
              <w:keepNext/>
              <w:spacing w:after="60" w:line="240" w:lineRule="auto"/>
              <w:outlineLvl w:val="3"/>
              <w:rPr>
                <w:rFonts w:eastAsia="Times New Roman"/>
                <w:bCs/>
              </w:rPr>
            </w:pPr>
          </w:p>
        </w:tc>
        <w:tc>
          <w:tcPr>
            <w:tcW w:w="4890" w:type="dxa"/>
            <w:vAlign w:val="center"/>
          </w:tcPr>
          <w:p w14:paraId="4A52BF87" w14:textId="77777777" w:rsidR="00F51686" w:rsidRPr="00F51686" w:rsidRDefault="00F51686" w:rsidP="00F5168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F51686">
              <w:rPr>
                <w:rFonts w:eastAsia="Times New Roman"/>
                <w:bCs/>
              </w:rPr>
              <w:t>Správa železnic osvědčuje, že stavební práce uvedené v tomto osvědčení byly řádně poskytnuty a dokončeny.</w:t>
            </w:r>
          </w:p>
        </w:tc>
      </w:tr>
      <w:tr w:rsidR="00F51686" w:rsidRPr="00F51686" w14:paraId="4DBE3A7B" w14:textId="77777777" w:rsidTr="0089104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50CA1A6C" w14:textId="77777777" w:rsidR="00F51686" w:rsidRPr="00F51686" w:rsidRDefault="00F51686" w:rsidP="00F51686">
            <w:pPr>
              <w:keepNext/>
              <w:spacing w:after="60" w:line="240" w:lineRule="auto"/>
              <w:outlineLvl w:val="3"/>
              <w:rPr>
                <w:rFonts w:eastAsia="Times New Roman"/>
                <w:b/>
                <w:bCs/>
              </w:rPr>
            </w:pPr>
            <w:r w:rsidRPr="00F51686">
              <w:rPr>
                <w:rFonts w:eastAsia="Times New Roman"/>
                <w:b/>
                <w:bCs/>
              </w:rPr>
              <w:t>Kontaktní osoba:</w:t>
            </w:r>
          </w:p>
        </w:tc>
        <w:tc>
          <w:tcPr>
            <w:tcW w:w="4890" w:type="dxa"/>
            <w:vAlign w:val="center"/>
          </w:tcPr>
          <w:p w14:paraId="74647A8C"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15D650A3" w14:textId="77777777" w:rsidR="00F51686" w:rsidRPr="00F51686" w:rsidRDefault="00F51686" w:rsidP="00F51686">
      <w:pPr>
        <w:keepNext/>
        <w:spacing w:after="60" w:line="264" w:lineRule="auto"/>
        <w:outlineLvl w:val="3"/>
        <w:rPr>
          <w:rFonts w:eastAsia="Times New Roman"/>
          <w:b/>
          <w:bCs/>
          <w:sz w:val="16"/>
        </w:rPr>
      </w:pPr>
    </w:p>
    <w:tbl>
      <w:tblPr>
        <w:tblStyle w:val="Mkatabulky11"/>
        <w:tblW w:w="0" w:type="auto"/>
        <w:tblLook w:val="04A0" w:firstRow="1" w:lastRow="0" w:firstColumn="1" w:lastColumn="0" w:noHBand="0" w:noVBand="1"/>
      </w:tblPr>
      <w:tblGrid>
        <w:gridCol w:w="4510"/>
        <w:gridCol w:w="4378"/>
      </w:tblGrid>
      <w:tr w:rsidR="00F51686" w:rsidRPr="00F51686" w14:paraId="6B2E5573" w14:textId="77777777" w:rsidTr="00891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9E0296C" w14:textId="77777777" w:rsidR="00F51686" w:rsidRPr="00F51686" w:rsidRDefault="00F51686" w:rsidP="00F51686">
            <w:pPr>
              <w:keepNext/>
              <w:spacing w:after="60" w:line="240" w:lineRule="auto"/>
              <w:outlineLvl w:val="3"/>
              <w:rPr>
                <w:rFonts w:eastAsia="Times New Roman"/>
                <w:b/>
                <w:bCs/>
              </w:rPr>
            </w:pPr>
            <w:r w:rsidRPr="00F51686">
              <w:rPr>
                <w:rFonts w:eastAsia="Times New Roman"/>
                <w:b/>
                <w:bCs/>
              </w:rPr>
              <w:t xml:space="preserve">Jméno a příjmení </w:t>
            </w:r>
            <w:r w:rsidRPr="00F51686">
              <w:rPr>
                <w:rFonts w:eastAsia="Times New Roman"/>
                <w:bCs/>
                <w:sz w:val="18"/>
                <w:szCs w:val="18"/>
              </w:rPr>
              <w:t>vystavitele (viz poznámka 1)</w:t>
            </w:r>
          </w:p>
        </w:tc>
        <w:tc>
          <w:tcPr>
            <w:tcW w:w="4890" w:type="dxa"/>
            <w:vAlign w:val="center"/>
          </w:tcPr>
          <w:p w14:paraId="07A1F485" w14:textId="77777777" w:rsidR="00F51686" w:rsidRPr="00F51686" w:rsidRDefault="00F51686" w:rsidP="00F5168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F51686" w:rsidRPr="00F51686" w14:paraId="503C8AE3" w14:textId="77777777" w:rsidTr="0089104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B911363" w14:textId="77777777" w:rsidR="00F51686" w:rsidRPr="00F51686" w:rsidRDefault="00F51686" w:rsidP="00F51686">
            <w:pPr>
              <w:keepNext/>
              <w:spacing w:after="60" w:line="240" w:lineRule="auto"/>
              <w:outlineLvl w:val="3"/>
              <w:rPr>
                <w:rFonts w:eastAsia="Times New Roman"/>
                <w:b/>
                <w:bCs/>
              </w:rPr>
            </w:pPr>
            <w:r w:rsidRPr="00F51686">
              <w:rPr>
                <w:rFonts w:eastAsia="Times New Roman"/>
                <w:b/>
                <w:bCs/>
              </w:rPr>
              <w:t>Funkce:</w:t>
            </w:r>
          </w:p>
        </w:tc>
        <w:tc>
          <w:tcPr>
            <w:tcW w:w="4890" w:type="dxa"/>
            <w:vAlign w:val="center"/>
          </w:tcPr>
          <w:p w14:paraId="37A1AB7C"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F51686" w:rsidRPr="00F51686" w14:paraId="6B98D343" w14:textId="77777777" w:rsidTr="0089104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DA9144F" w14:textId="77777777" w:rsidR="00F51686" w:rsidRPr="00F51686" w:rsidRDefault="00F51686" w:rsidP="00F51686">
            <w:pPr>
              <w:keepNext/>
              <w:spacing w:after="60" w:line="240" w:lineRule="auto"/>
              <w:outlineLvl w:val="3"/>
              <w:rPr>
                <w:rFonts w:eastAsia="Times New Roman"/>
                <w:b/>
                <w:bCs/>
              </w:rPr>
            </w:pPr>
            <w:r w:rsidRPr="00F51686">
              <w:rPr>
                <w:rFonts w:eastAsia="Times New Roman"/>
                <w:b/>
                <w:bCs/>
              </w:rPr>
              <w:t>Podpis vystavitele</w:t>
            </w:r>
          </w:p>
          <w:p w14:paraId="1A7CFF7B" w14:textId="77777777" w:rsidR="00F51686" w:rsidRPr="00F51686" w:rsidRDefault="00F51686" w:rsidP="00F51686">
            <w:pPr>
              <w:keepNext/>
              <w:spacing w:after="60" w:line="240" w:lineRule="auto"/>
              <w:outlineLvl w:val="3"/>
              <w:rPr>
                <w:rFonts w:eastAsia="Times New Roman"/>
                <w:b/>
                <w:bCs/>
              </w:rPr>
            </w:pPr>
          </w:p>
        </w:tc>
        <w:tc>
          <w:tcPr>
            <w:tcW w:w="4890" w:type="dxa"/>
            <w:vAlign w:val="center"/>
          </w:tcPr>
          <w:p w14:paraId="4861D0EC"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F51686" w:rsidRPr="00F51686" w14:paraId="30C398D8" w14:textId="77777777" w:rsidTr="00891044">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0ED8FE6" w14:textId="77777777" w:rsidR="00F51686" w:rsidRPr="00F51686" w:rsidRDefault="00F51686" w:rsidP="00F51686">
            <w:pPr>
              <w:keepNext/>
              <w:spacing w:after="60" w:line="240" w:lineRule="auto"/>
              <w:outlineLvl w:val="3"/>
              <w:rPr>
                <w:rFonts w:eastAsia="Times New Roman"/>
                <w:b/>
                <w:bCs/>
              </w:rPr>
            </w:pPr>
            <w:r w:rsidRPr="00F51686">
              <w:rPr>
                <w:rFonts w:eastAsia="Times New Roman"/>
                <w:b/>
                <w:bCs/>
              </w:rPr>
              <w:t>Datum vystavení osvědčení</w:t>
            </w:r>
          </w:p>
        </w:tc>
        <w:tc>
          <w:tcPr>
            <w:tcW w:w="4890" w:type="dxa"/>
            <w:vAlign w:val="center"/>
          </w:tcPr>
          <w:p w14:paraId="14B64D63" w14:textId="77777777" w:rsidR="00F51686" w:rsidRPr="00F51686" w:rsidRDefault="00F51686" w:rsidP="00F5168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5ACB740E" w14:textId="77777777" w:rsidR="00F51686" w:rsidRPr="00F51686" w:rsidRDefault="00F51686" w:rsidP="00F51686">
      <w:pPr>
        <w:keepNext/>
        <w:spacing w:after="60" w:line="264" w:lineRule="auto"/>
        <w:outlineLvl w:val="3"/>
        <w:rPr>
          <w:rFonts w:eastAsia="Times New Roman"/>
          <w:bCs/>
          <w:color w:val="FF0000"/>
          <w:sz w:val="16"/>
        </w:rPr>
      </w:pPr>
    </w:p>
    <w:p w14:paraId="4A3011E8" w14:textId="77777777" w:rsidR="00F51686" w:rsidRPr="00F51686" w:rsidRDefault="00F51686" w:rsidP="00F51686">
      <w:pPr>
        <w:keepNext/>
        <w:spacing w:after="60" w:line="264" w:lineRule="auto"/>
        <w:jc w:val="both"/>
        <w:outlineLvl w:val="3"/>
        <w:rPr>
          <w:rFonts w:eastAsia="Times New Roman"/>
          <w:bCs/>
          <w:i/>
          <w:sz w:val="18"/>
          <w:szCs w:val="18"/>
        </w:rPr>
      </w:pPr>
      <w:r w:rsidRPr="00F51686">
        <w:rPr>
          <w:rFonts w:eastAsia="Times New Roman"/>
          <w:bCs/>
          <w:i/>
          <w:sz w:val="18"/>
          <w:szCs w:val="18"/>
        </w:rPr>
        <w:t>* Je-li vzhledem k charakteru stavby relevantní.</w:t>
      </w:r>
    </w:p>
    <w:p w14:paraId="312BBC70" w14:textId="77777777" w:rsidR="00F51686" w:rsidRPr="00F51686" w:rsidRDefault="00F51686" w:rsidP="00F51686">
      <w:pPr>
        <w:keepNext/>
        <w:spacing w:after="60" w:line="264" w:lineRule="auto"/>
        <w:jc w:val="both"/>
        <w:outlineLvl w:val="3"/>
        <w:rPr>
          <w:rFonts w:eastAsia="Times New Roman"/>
          <w:b/>
          <w:bCs/>
          <w:i/>
          <w:sz w:val="18"/>
          <w:szCs w:val="18"/>
        </w:rPr>
      </w:pPr>
    </w:p>
    <w:p w14:paraId="75E8CF47" w14:textId="77777777" w:rsidR="00F51686" w:rsidRPr="00F51686" w:rsidRDefault="00F51686" w:rsidP="00F51686">
      <w:pPr>
        <w:keepNext/>
        <w:spacing w:after="60" w:line="264" w:lineRule="auto"/>
        <w:jc w:val="both"/>
        <w:outlineLvl w:val="3"/>
        <w:rPr>
          <w:rFonts w:eastAsia="Times New Roman"/>
          <w:bCs/>
          <w:i/>
          <w:sz w:val="18"/>
          <w:szCs w:val="18"/>
        </w:rPr>
      </w:pPr>
      <w:r w:rsidRPr="00F51686">
        <w:rPr>
          <w:rFonts w:eastAsia="Times New Roman"/>
          <w:b/>
          <w:bCs/>
          <w:i/>
          <w:sz w:val="18"/>
          <w:szCs w:val="18"/>
        </w:rPr>
        <w:lastRenderedPageBreak/>
        <w:t>Poznámka 1:</w:t>
      </w:r>
      <w:r w:rsidRPr="00F51686">
        <w:rPr>
          <w:rFonts w:eastAsia="Times New Roman"/>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F64D8A4" w14:textId="77777777" w:rsidR="00F51686" w:rsidRPr="00F51686" w:rsidRDefault="00F51686" w:rsidP="00F51686">
      <w:pPr>
        <w:keepNext/>
        <w:spacing w:after="60" w:line="264" w:lineRule="auto"/>
        <w:jc w:val="both"/>
        <w:outlineLvl w:val="3"/>
        <w:rPr>
          <w:rFonts w:eastAsia="Times New Roman"/>
          <w:bCs/>
          <w:i/>
          <w:color w:val="FF0000"/>
          <w:sz w:val="18"/>
          <w:szCs w:val="18"/>
        </w:rPr>
      </w:pPr>
      <w:r w:rsidRPr="00F51686">
        <w:rPr>
          <w:rFonts w:eastAsia="Times New Roman"/>
          <w:b/>
          <w:bCs/>
          <w:i/>
          <w:sz w:val="18"/>
          <w:szCs w:val="18"/>
        </w:rPr>
        <w:t>Poznámka 2:</w:t>
      </w:r>
      <w:r w:rsidRPr="00F51686">
        <w:rPr>
          <w:rFonts w:eastAsia="Times New Roman"/>
          <w:bCs/>
          <w:i/>
          <w:sz w:val="18"/>
          <w:szCs w:val="18"/>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5AD80389" w14:textId="77777777" w:rsidR="00F51686" w:rsidRPr="00F51686" w:rsidRDefault="00F51686" w:rsidP="00F51686">
      <w:pPr>
        <w:spacing w:after="120" w:line="264" w:lineRule="auto"/>
        <w:jc w:val="both"/>
        <w:rPr>
          <w:sz w:val="18"/>
          <w:szCs w:val="18"/>
        </w:rPr>
      </w:pPr>
      <w:r w:rsidRPr="00F51686">
        <w:rPr>
          <w:rFonts w:eastAsia="Times New Roman"/>
          <w:b/>
          <w:bCs/>
          <w:i/>
          <w:sz w:val="18"/>
          <w:szCs w:val="18"/>
        </w:rPr>
        <w:t>Poznámka 3:</w:t>
      </w:r>
      <w:r w:rsidRPr="00F51686">
        <w:rPr>
          <w:rFonts w:eastAsia="Times New Roman"/>
          <w:bCs/>
          <w:i/>
          <w:sz w:val="18"/>
          <w:szCs w:val="18"/>
        </w:rPr>
        <w:t xml:space="preserve"> Všechny částky v Kč se uvedou v hodnotě bez DPH.</w:t>
      </w:r>
    </w:p>
    <w:p w14:paraId="2C0C97A1" w14:textId="77777777" w:rsidR="00F51686" w:rsidRPr="00F51686" w:rsidRDefault="00F51686" w:rsidP="00F51686">
      <w:pPr>
        <w:keepNext/>
        <w:spacing w:before="280" w:after="120" w:line="264" w:lineRule="auto"/>
        <w:rPr>
          <w:b/>
          <w:caps/>
          <w:color w:val="00B050"/>
          <w:sz w:val="22"/>
          <w:szCs w:val="18"/>
        </w:rPr>
      </w:pPr>
    </w:p>
    <w:p w14:paraId="7A21D4CD" w14:textId="77777777" w:rsidR="00F51686" w:rsidRPr="00F51686" w:rsidRDefault="00F51686" w:rsidP="00F51686">
      <w:pPr>
        <w:spacing w:after="120" w:line="264" w:lineRule="auto"/>
        <w:jc w:val="both"/>
        <w:rPr>
          <w:color w:val="00B050"/>
          <w:sz w:val="18"/>
          <w:szCs w:val="18"/>
        </w:rPr>
      </w:pPr>
    </w:p>
    <w:p w14:paraId="2CFB9F77" w14:textId="77777777" w:rsidR="00F51686" w:rsidRPr="00C52164" w:rsidRDefault="00F51686" w:rsidP="00392910">
      <w:pPr>
        <w:pStyle w:val="Textbezodsazen"/>
        <w:rPr>
          <w:color w:val="00B050"/>
        </w:rPr>
      </w:pPr>
    </w:p>
    <w:sectPr w:rsidR="00F51686" w:rsidRPr="00C52164" w:rsidSect="00891044">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78469" w14:textId="77777777" w:rsidR="009B24AD" w:rsidRDefault="009B24AD" w:rsidP="00962258">
      <w:pPr>
        <w:spacing w:after="0" w:line="240" w:lineRule="auto"/>
      </w:pPr>
      <w:r>
        <w:separator/>
      </w:r>
    </w:p>
  </w:endnote>
  <w:endnote w:type="continuationSeparator" w:id="0">
    <w:p w14:paraId="740F2C86" w14:textId="77777777" w:rsidR="009B24AD" w:rsidRDefault="009B24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24AD" w:rsidRPr="003462EB" w14:paraId="3256DAD8" w14:textId="77777777" w:rsidTr="00D453DF">
      <w:tc>
        <w:tcPr>
          <w:tcW w:w="1021" w:type="dxa"/>
          <w:vAlign w:val="bottom"/>
        </w:tcPr>
        <w:p w14:paraId="0BFD0F6D" w14:textId="040B80B4" w:rsidR="009B24AD" w:rsidRPr="00B8518B" w:rsidRDefault="009B24A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3FA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3FAC">
            <w:rPr>
              <w:rStyle w:val="slostrnky"/>
              <w:noProof/>
            </w:rPr>
            <w:t>26</w:t>
          </w:r>
          <w:r w:rsidRPr="00B8518B">
            <w:rPr>
              <w:rStyle w:val="slostrnky"/>
            </w:rPr>
            <w:fldChar w:fldCharType="end"/>
          </w:r>
        </w:p>
      </w:tc>
      <w:tc>
        <w:tcPr>
          <w:tcW w:w="0" w:type="auto"/>
          <w:vAlign w:val="bottom"/>
        </w:tcPr>
        <w:p w14:paraId="0645799B" w14:textId="77777777" w:rsidR="009B24AD" w:rsidRPr="003462EB" w:rsidRDefault="009B24AD" w:rsidP="00747C0A">
          <w:pPr>
            <w:pStyle w:val="Zpatvlevo"/>
          </w:pPr>
          <w:r>
            <w:t xml:space="preserve">Smlouva o dílo na </w:t>
          </w:r>
          <w:r w:rsidRPr="000A7FDE">
            <w:t xml:space="preserve">Zhotovení stavby </w:t>
          </w:r>
        </w:p>
      </w:tc>
    </w:tr>
  </w:tbl>
  <w:p w14:paraId="49165866" w14:textId="77777777" w:rsidR="009B24AD" w:rsidRPr="00747C0A" w:rsidRDefault="009B24A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24AD" w:rsidRPr="009E09BE" w14:paraId="44232582" w14:textId="77777777" w:rsidTr="00D453DF">
      <w:tc>
        <w:tcPr>
          <w:tcW w:w="0" w:type="auto"/>
          <w:tcMar>
            <w:left w:w="0" w:type="dxa"/>
            <w:right w:w="0" w:type="dxa"/>
          </w:tcMar>
          <w:vAlign w:val="bottom"/>
        </w:tcPr>
        <w:p w14:paraId="5A7DC024" w14:textId="77777777" w:rsidR="009B24AD" w:rsidRPr="007E0D11" w:rsidRDefault="009B24AD" w:rsidP="00D453DF">
          <w:pPr>
            <w:pStyle w:val="Zpatvpravo"/>
            <w:rPr>
              <w:b/>
            </w:rPr>
          </w:pPr>
          <w:r w:rsidRPr="007E0D11">
            <w:rPr>
              <w:b/>
            </w:rPr>
            <w:t xml:space="preserve">Příloha č. </w:t>
          </w:r>
          <w:r>
            <w:rPr>
              <w:b/>
            </w:rPr>
            <w:t>4</w:t>
          </w:r>
        </w:p>
        <w:p w14:paraId="254116D2" w14:textId="77777777" w:rsidR="009B24AD" w:rsidRPr="003462EB" w:rsidRDefault="009B24A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085D3323" w:rsidR="009B24AD" w:rsidRPr="009E09BE" w:rsidRDefault="009B24A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3FA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FAC">
            <w:rPr>
              <w:rStyle w:val="slostrnky"/>
              <w:noProof/>
            </w:rPr>
            <w:t>1</w:t>
          </w:r>
          <w:r>
            <w:rPr>
              <w:rStyle w:val="slostrnky"/>
            </w:rPr>
            <w:fldChar w:fldCharType="end"/>
          </w:r>
        </w:p>
      </w:tc>
    </w:tr>
  </w:tbl>
  <w:p w14:paraId="1362BEE0" w14:textId="77777777" w:rsidR="009B24AD" w:rsidRPr="00B8518B" w:rsidRDefault="009B24A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24AD" w:rsidRPr="003462EB" w14:paraId="07C8D330" w14:textId="77777777" w:rsidTr="00D453DF">
      <w:tc>
        <w:tcPr>
          <w:tcW w:w="1021" w:type="dxa"/>
          <w:vAlign w:val="bottom"/>
        </w:tcPr>
        <w:p w14:paraId="17F81628" w14:textId="76111C6F" w:rsidR="009B24AD" w:rsidRPr="00B8518B" w:rsidRDefault="009B24A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3FA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FAC">
            <w:rPr>
              <w:rStyle w:val="slostrnky"/>
              <w:noProof/>
            </w:rPr>
            <w:t>2</w:t>
          </w:r>
          <w:r>
            <w:rPr>
              <w:rStyle w:val="slostrnky"/>
            </w:rPr>
            <w:fldChar w:fldCharType="end"/>
          </w:r>
        </w:p>
      </w:tc>
      <w:tc>
        <w:tcPr>
          <w:tcW w:w="0" w:type="auto"/>
          <w:vAlign w:val="bottom"/>
        </w:tcPr>
        <w:p w14:paraId="2376B7BA" w14:textId="77777777" w:rsidR="009B24AD" w:rsidRPr="007E0D11" w:rsidRDefault="009B24AD" w:rsidP="007E0D11">
          <w:pPr>
            <w:pStyle w:val="Zpatvlevo"/>
            <w:rPr>
              <w:b/>
            </w:rPr>
          </w:pPr>
          <w:r>
            <w:rPr>
              <w:b/>
            </w:rPr>
            <w:t>Příloha č. 5</w:t>
          </w:r>
        </w:p>
        <w:p w14:paraId="1C732115" w14:textId="77777777" w:rsidR="009B24AD" w:rsidRPr="003462EB" w:rsidRDefault="009B24AD" w:rsidP="007E0D11">
          <w:pPr>
            <w:pStyle w:val="Zpatvlevo"/>
          </w:pPr>
          <w:r>
            <w:t>Smlouva o dílo na Z</w:t>
          </w:r>
          <w:r w:rsidRPr="003462EB">
            <w:t xml:space="preserve">hotovení stavby </w:t>
          </w:r>
        </w:p>
      </w:tc>
    </w:tr>
  </w:tbl>
  <w:p w14:paraId="3E5A8086" w14:textId="77777777" w:rsidR="009B24AD" w:rsidRPr="00747C0A" w:rsidRDefault="009B24AD">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24AD" w:rsidRPr="009E09BE" w14:paraId="1C439ADC" w14:textId="77777777" w:rsidTr="00D453DF">
      <w:tc>
        <w:tcPr>
          <w:tcW w:w="0" w:type="auto"/>
          <w:tcMar>
            <w:left w:w="0" w:type="dxa"/>
            <w:right w:w="0" w:type="dxa"/>
          </w:tcMar>
          <w:vAlign w:val="bottom"/>
        </w:tcPr>
        <w:p w14:paraId="1FFF4A39" w14:textId="77777777" w:rsidR="009B24AD" w:rsidRPr="007E0D11" w:rsidRDefault="009B24AD" w:rsidP="00D453DF">
          <w:pPr>
            <w:pStyle w:val="Zpatvpravo"/>
            <w:rPr>
              <w:b/>
            </w:rPr>
          </w:pPr>
          <w:r w:rsidRPr="007E0D11">
            <w:rPr>
              <w:b/>
            </w:rPr>
            <w:t xml:space="preserve">Příloha č. </w:t>
          </w:r>
          <w:r>
            <w:rPr>
              <w:b/>
            </w:rPr>
            <w:t>5</w:t>
          </w:r>
        </w:p>
        <w:p w14:paraId="1FCF285A" w14:textId="77777777" w:rsidR="009B24AD" w:rsidRPr="003462EB" w:rsidRDefault="009B24A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66D13F0C" w:rsidR="009B24AD" w:rsidRPr="009E09BE" w:rsidRDefault="009B24A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3FA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FAC">
            <w:rPr>
              <w:rStyle w:val="slostrnky"/>
              <w:noProof/>
            </w:rPr>
            <w:t>2</w:t>
          </w:r>
          <w:r>
            <w:rPr>
              <w:rStyle w:val="slostrnky"/>
            </w:rPr>
            <w:fldChar w:fldCharType="end"/>
          </w:r>
        </w:p>
      </w:tc>
    </w:tr>
  </w:tbl>
  <w:p w14:paraId="6898BA9E" w14:textId="77777777" w:rsidR="009B24AD" w:rsidRPr="00B8518B" w:rsidRDefault="009B24A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24AD" w:rsidRPr="003462EB" w14:paraId="69E900DB" w14:textId="77777777" w:rsidTr="00D453DF">
      <w:tc>
        <w:tcPr>
          <w:tcW w:w="1021" w:type="dxa"/>
          <w:vAlign w:val="bottom"/>
        </w:tcPr>
        <w:p w14:paraId="7508F2E0" w14:textId="77777777" w:rsidR="009B24AD" w:rsidRPr="00B8518B" w:rsidRDefault="009B24A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9B24AD" w:rsidRPr="007E0D11" w:rsidRDefault="009B24AD" w:rsidP="007E0D11">
          <w:pPr>
            <w:pStyle w:val="Zpatvlevo"/>
            <w:rPr>
              <w:b/>
            </w:rPr>
          </w:pPr>
          <w:r>
            <w:rPr>
              <w:b/>
            </w:rPr>
            <w:t>Příloha č. 8</w:t>
          </w:r>
        </w:p>
        <w:p w14:paraId="72380371" w14:textId="77777777" w:rsidR="009B24AD" w:rsidRPr="003462EB" w:rsidRDefault="009B24AD" w:rsidP="007E0D11">
          <w:pPr>
            <w:pStyle w:val="Zpatvlevo"/>
          </w:pPr>
          <w:r>
            <w:t>Smlouva o dílo na Z</w:t>
          </w:r>
          <w:r w:rsidRPr="003462EB">
            <w:t xml:space="preserve">hotovení stavby </w:t>
          </w:r>
        </w:p>
      </w:tc>
    </w:tr>
  </w:tbl>
  <w:p w14:paraId="2AD2C6AC" w14:textId="77777777" w:rsidR="009B24AD" w:rsidRPr="00747C0A" w:rsidRDefault="009B24AD">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24AD" w:rsidRPr="009E09BE" w14:paraId="7D451644" w14:textId="77777777" w:rsidTr="00D453DF">
      <w:tc>
        <w:tcPr>
          <w:tcW w:w="0" w:type="auto"/>
          <w:tcMar>
            <w:left w:w="0" w:type="dxa"/>
            <w:right w:w="0" w:type="dxa"/>
          </w:tcMar>
          <w:vAlign w:val="bottom"/>
        </w:tcPr>
        <w:p w14:paraId="28FFFE2A" w14:textId="7871C690" w:rsidR="009B24AD" w:rsidRPr="007E0D11" w:rsidRDefault="009B24AD" w:rsidP="00D453DF">
          <w:pPr>
            <w:pStyle w:val="Zpatvpravo"/>
            <w:rPr>
              <w:b/>
            </w:rPr>
          </w:pPr>
          <w:r w:rsidRPr="007E0D11">
            <w:rPr>
              <w:b/>
            </w:rPr>
            <w:t xml:space="preserve">Příloha č. </w:t>
          </w:r>
          <w:r>
            <w:rPr>
              <w:b/>
            </w:rPr>
            <w:t>7</w:t>
          </w:r>
        </w:p>
        <w:p w14:paraId="7FC64E78" w14:textId="77777777" w:rsidR="009B24AD" w:rsidRPr="003462EB" w:rsidRDefault="009B24A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43633308" w:rsidR="009B24AD" w:rsidRPr="009E09BE" w:rsidRDefault="009B24A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3FA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FAC">
            <w:rPr>
              <w:rStyle w:val="slostrnky"/>
              <w:noProof/>
            </w:rPr>
            <w:t>1</w:t>
          </w:r>
          <w:r>
            <w:rPr>
              <w:rStyle w:val="slostrnky"/>
            </w:rPr>
            <w:fldChar w:fldCharType="end"/>
          </w:r>
        </w:p>
      </w:tc>
    </w:tr>
  </w:tbl>
  <w:p w14:paraId="5E742DB4" w14:textId="77777777" w:rsidR="009B24AD" w:rsidRPr="00B8518B" w:rsidRDefault="009B24AD"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24AD" w:rsidRPr="003462EB" w14:paraId="5A0B8FF8" w14:textId="77777777" w:rsidTr="00D453DF">
      <w:tc>
        <w:tcPr>
          <w:tcW w:w="1021" w:type="dxa"/>
          <w:vAlign w:val="bottom"/>
        </w:tcPr>
        <w:p w14:paraId="264CCC68" w14:textId="77777777" w:rsidR="009B24AD" w:rsidRPr="00B8518B" w:rsidRDefault="009B24A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B4A6AA6" w14:textId="77777777" w:rsidR="009B24AD" w:rsidRPr="007E0D11" w:rsidRDefault="009B24AD" w:rsidP="007E0D11">
          <w:pPr>
            <w:pStyle w:val="Zpatvlevo"/>
            <w:rPr>
              <w:b/>
            </w:rPr>
          </w:pPr>
          <w:r>
            <w:rPr>
              <w:b/>
            </w:rPr>
            <w:t>Příloha č. 9</w:t>
          </w:r>
        </w:p>
        <w:p w14:paraId="20EA5D57" w14:textId="77777777" w:rsidR="009B24AD" w:rsidRPr="003462EB" w:rsidRDefault="009B24AD" w:rsidP="007E0D11">
          <w:pPr>
            <w:pStyle w:val="Zpatvlevo"/>
          </w:pPr>
          <w:r>
            <w:t>Smlouva o dílo na Z</w:t>
          </w:r>
          <w:r w:rsidRPr="003462EB">
            <w:t xml:space="preserve">hotovení stavby </w:t>
          </w:r>
        </w:p>
      </w:tc>
    </w:tr>
  </w:tbl>
  <w:p w14:paraId="089F143C" w14:textId="77777777" w:rsidR="009B24AD" w:rsidRPr="00747C0A" w:rsidRDefault="009B24AD">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24AD" w:rsidRPr="009E09BE" w14:paraId="2F8044D6" w14:textId="77777777" w:rsidTr="00D453DF">
      <w:tc>
        <w:tcPr>
          <w:tcW w:w="0" w:type="auto"/>
          <w:tcMar>
            <w:left w:w="0" w:type="dxa"/>
            <w:right w:w="0" w:type="dxa"/>
          </w:tcMar>
          <w:vAlign w:val="bottom"/>
        </w:tcPr>
        <w:p w14:paraId="4BCF9CC6" w14:textId="77777777" w:rsidR="009B24AD" w:rsidRPr="007E0D11" w:rsidRDefault="009B24AD" w:rsidP="00D453DF">
          <w:pPr>
            <w:pStyle w:val="Zpatvpravo"/>
            <w:rPr>
              <w:b/>
            </w:rPr>
          </w:pPr>
          <w:r w:rsidRPr="007E0D11">
            <w:rPr>
              <w:b/>
            </w:rPr>
            <w:t xml:space="preserve">Příloha č. </w:t>
          </w:r>
          <w:r>
            <w:rPr>
              <w:b/>
            </w:rPr>
            <w:t>9</w:t>
          </w:r>
        </w:p>
        <w:p w14:paraId="76BE458C" w14:textId="77777777" w:rsidR="009B24AD" w:rsidRPr="003462EB" w:rsidRDefault="009B24A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C7F0218" w14:textId="1F0F4F04" w:rsidR="009B24AD" w:rsidRPr="009E09BE" w:rsidRDefault="009B24A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3FA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FAC">
            <w:rPr>
              <w:rStyle w:val="slostrnky"/>
              <w:noProof/>
            </w:rPr>
            <w:t>1</w:t>
          </w:r>
          <w:r>
            <w:rPr>
              <w:rStyle w:val="slostrnky"/>
            </w:rPr>
            <w:fldChar w:fldCharType="end"/>
          </w:r>
        </w:p>
      </w:tc>
    </w:tr>
  </w:tbl>
  <w:p w14:paraId="66DD91CB" w14:textId="77777777" w:rsidR="009B24AD" w:rsidRPr="00B8518B" w:rsidRDefault="009B24AD"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24AD" w:rsidRPr="003462EB" w14:paraId="75BB6DD4" w14:textId="77777777" w:rsidTr="00891044">
      <w:tc>
        <w:tcPr>
          <w:tcW w:w="1021" w:type="dxa"/>
          <w:vAlign w:val="bottom"/>
        </w:tcPr>
        <w:p w14:paraId="54A8B4C4" w14:textId="08D76902" w:rsidR="009B24AD" w:rsidRPr="00B8518B" w:rsidRDefault="009B24AD" w:rsidP="0089104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3FA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63FAC">
            <w:rPr>
              <w:rStyle w:val="slostrnky"/>
              <w:noProof/>
            </w:rPr>
            <w:t>4</w:t>
          </w:r>
          <w:r>
            <w:rPr>
              <w:rStyle w:val="slostrnky"/>
            </w:rPr>
            <w:fldChar w:fldCharType="end"/>
          </w:r>
        </w:p>
      </w:tc>
      <w:tc>
        <w:tcPr>
          <w:tcW w:w="0" w:type="auto"/>
          <w:vAlign w:val="bottom"/>
        </w:tcPr>
        <w:p w14:paraId="672BAA87" w14:textId="77777777" w:rsidR="009B24AD" w:rsidRPr="00DD4862" w:rsidRDefault="009B24AD" w:rsidP="00891044">
          <w:pPr>
            <w:pStyle w:val="Zpatvlevo"/>
            <w:rPr>
              <w:b/>
            </w:rPr>
          </w:pPr>
          <w:r>
            <w:rPr>
              <w:b/>
            </w:rPr>
            <w:t>Příloha č. 11</w:t>
          </w:r>
        </w:p>
        <w:p w14:paraId="1139E964" w14:textId="77777777" w:rsidR="009B24AD" w:rsidRPr="003462EB" w:rsidRDefault="009B24AD" w:rsidP="00891044">
          <w:pPr>
            <w:pStyle w:val="Zpatvlevo"/>
          </w:pPr>
          <w:r w:rsidRPr="009B7066">
            <w:t>Smlouva o dílo na Zhotovení stavby</w:t>
          </w:r>
        </w:p>
      </w:tc>
    </w:tr>
  </w:tbl>
  <w:p w14:paraId="32714950" w14:textId="77777777" w:rsidR="009B24AD" w:rsidRPr="00F13FDA" w:rsidRDefault="009B24AD">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24AD" w:rsidRPr="009E09BE" w14:paraId="2C1E63F4" w14:textId="77777777" w:rsidTr="00891044">
      <w:tc>
        <w:tcPr>
          <w:tcW w:w="0" w:type="auto"/>
          <w:tcMar>
            <w:left w:w="0" w:type="dxa"/>
            <w:right w:w="0" w:type="dxa"/>
          </w:tcMar>
          <w:vAlign w:val="bottom"/>
        </w:tcPr>
        <w:p w14:paraId="58717759" w14:textId="77777777" w:rsidR="009B24AD" w:rsidRPr="00DD4862" w:rsidRDefault="009B24AD" w:rsidP="00891044">
          <w:pPr>
            <w:pStyle w:val="Zpatvpravo"/>
            <w:rPr>
              <w:b/>
            </w:rPr>
          </w:pPr>
          <w:r w:rsidRPr="00DD4862">
            <w:rPr>
              <w:b/>
            </w:rPr>
            <w:t xml:space="preserve">Příloha č. </w:t>
          </w:r>
          <w:r>
            <w:rPr>
              <w:b/>
            </w:rPr>
            <w:t>11</w:t>
          </w:r>
        </w:p>
        <w:p w14:paraId="13FC6A20" w14:textId="77777777" w:rsidR="009B24AD" w:rsidRPr="003462EB" w:rsidRDefault="009B24AD" w:rsidP="00891044">
          <w:pPr>
            <w:pStyle w:val="Zpatvpravo"/>
            <w:rPr>
              <w:rStyle w:val="slostrnky"/>
              <w:b w:val="0"/>
              <w:color w:val="auto"/>
              <w:sz w:val="12"/>
            </w:rPr>
          </w:pPr>
          <w:r w:rsidRPr="009B7066">
            <w:t>Smlouva o dílo na Zhotovení stavby</w:t>
          </w:r>
        </w:p>
      </w:tc>
      <w:tc>
        <w:tcPr>
          <w:tcW w:w="1021" w:type="dxa"/>
          <w:vAlign w:val="bottom"/>
        </w:tcPr>
        <w:p w14:paraId="55800A77" w14:textId="4A06FEBF" w:rsidR="009B24AD" w:rsidRPr="009E09BE" w:rsidRDefault="009B24AD" w:rsidP="00891044">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3FA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FAC">
            <w:rPr>
              <w:rStyle w:val="slostrnky"/>
              <w:noProof/>
            </w:rPr>
            <w:t>4</w:t>
          </w:r>
          <w:r>
            <w:rPr>
              <w:rStyle w:val="slostrnky"/>
            </w:rPr>
            <w:fldChar w:fldCharType="end"/>
          </w:r>
        </w:p>
      </w:tc>
    </w:tr>
  </w:tbl>
  <w:p w14:paraId="24ED509F" w14:textId="77777777" w:rsidR="009B24AD" w:rsidRPr="00B8518B" w:rsidRDefault="009B24A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24AD" w:rsidRPr="009E09BE" w14:paraId="79A390BE" w14:textId="77777777" w:rsidTr="00D453DF">
      <w:tc>
        <w:tcPr>
          <w:tcW w:w="0" w:type="auto"/>
          <w:tcMar>
            <w:left w:w="0" w:type="dxa"/>
            <w:right w:w="0" w:type="dxa"/>
          </w:tcMar>
          <w:vAlign w:val="bottom"/>
        </w:tcPr>
        <w:p w14:paraId="2D1E7C09" w14:textId="77777777" w:rsidR="009B24AD" w:rsidRPr="003462EB" w:rsidRDefault="009B24AD"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6D8763D7" w:rsidR="009B24AD" w:rsidRPr="009E09BE" w:rsidRDefault="009B24A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3FAC">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3FAC">
            <w:rPr>
              <w:rStyle w:val="slostrnky"/>
              <w:noProof/>
            </w:rPr>
            <w:t>26</w:t>
          </w:r>
          <w:r w:rsidRPr="00B8518B">
            <w:rPr>
              <w:rStyle w:val="slostrnky"/>
            </w:rPr>
            <w:fldChar w:fldCharType="end"/>
          </w:r>
        </w:p>
      </w:tc>
    </w:tr>
  </w:tbl>
  <w:p w14:paraId="12F4C149" w14:textId="77777777" w:rsidR="009B24AD" w:rsidRPr="00B8518B" w:rsidRDefault="009B24A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24AD" w:rsidRPr="003462EB" w14:paraId="10390D12" w14:textId="77777777" w:rsidTr="00D453DF">
      <w:tc>
        <w:tcPr>
          <w:tcW w:w="1021" w:type="dxa"/>
          <w:vAlign w:val="bottom"/>
        </w:tcPr>
        <w:p w14:paraId="7550AC47" w14:textId="77777777" w:rsidR="009B24AD" w:rsidRPr="00B8518B" w:rsidRDefault="009B24A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9B24AD" w:rsidRPr="007E0D11" w:rsidRDefault="009B24AD" w:rsidP="007E0D11">
          <w:pPr>
            <w:pStyle w:val="Zpatvlevo"/>
            <w:rPr>
              <w:b/>
            </w:rPr>
          </w:pPr>
          <w:r w:rsidRPr="007E0D11">
            <w:rPr>
              <w:b/>
            </w:rPr>
            <w:t>Příloha č. 1</w:t>
          </w:r>
        </w:p>
        <w:p w14:paraId="751A6246" w14:textId="77777777" w:rsidR="009B24AD" w:rsidRPr="003462EB" w:rsidRDefault="009B24AD" w:rsidP="007E0D11">
          <w:pPr>
            <w:pStyle w:val="Zpatvlevo"/>
          </w:pPr>
          <w:r>
            <w:t>Smlouva o dílo na Z</w:t>
          </w:r>
          <w:r w:rsidRPr="003462EB">
            <w:t xml:space="preserve">hotovení stavby </w:t>
          </w:r>
        </w:p>
      </w:tc>
    </w:tr>
  </w:tbl>
  <w:p w14:paraId="77B725E8" w14:textId="77777777" w:rsidR="009B24AD" w:rsidRPr="00747C0A" w:rsidRDefault="009B24A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24AD" w:rsidRPr="009E09BE" w14:paraId="50BB4781" w14:textId="77777777" w:rsidTr="00D453DF">
      <w:tc>
        <w:tcPr>
          <w:tcW w:w="0" w:type="auto"/>
          <w:tcMar>
            <w:left w:w="0" w:type="dxa"/>
            <w:right w:w="0" w:type="dxa"/>
          </w:tcMar>
          <w:vAlign w:val="bottom"/>
        </w:tcPr>
        <w:p w14:paraId="5FCBE91B" w14:textId="77777777" w:rsidR="009B24AD" w:rsidRPr="007E0D11" w:rsidRDefault="009B24AD" w:rsidP="00D453DF">
          <w:pPr>
            <w:pStyle w:val="Zpatvpravo"/>
            <w:rPr>
              <w:b/>
            </w:rPr>
          </w:pPr>
          <w:r w:rsidRPr="007E0D11">
            <w:rPr>
              <w:b/>
            </w:rPr>
            <w:t>Příloha č. 1</w:t>
          </w:r>
        </w:p>
        <w:p w14:paraId="2CBA8913" w14:textId="77777777" w:rsidR="009B24AD" w:rsidRPr="003462EB" w:rsidRDefault="009B24AD"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5257701F" w:rsidR="009B24AD" w:rsidRPr="009E09BE" w:rsidRDefault="009B24AD"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3FA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FAC">
            <w:rPr>
              <w:rStyle w:val="slostrnky"/>
              <w:noProof/>
            </w:rPr>
            <w:t>1</w:t>
          </w:r>
          <w:r>
            <w:rPr>
              <w:rStyle w:val="slostrnky"/>
            </w:rPr>
            <w:fldChar w:fldCharType="end"/>
          </w:r>
        </w:p>
      </w:tc>
    </w:tr>
  </w:tbl>
  <w:p w14:paraId="3BB30C96" w14:textId="77777777" w:rsidR="009B24AD" w:rsidRPr="00B8518B" w:rsidRDefault="009B24A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24AD" w:rsidRPr="003462EB" w14:paraId="0C1B6DCC" w14:textId="77777777" w:rsidTr="00D453DF">
      <w:tc>
        <w:tcPr>
          <w:tcW w:w="1021" w:type="dxa"/>
          <w:vAlign w:val="bottom"/>
        </w:tcPr>
        <w:p w14:paraId="56BD97A3" w14:textId="36621057" w:rsidR="009B24AD" w:rsidRPr="00B8518B" w:rsidRDefault="009B24A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3FA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FAC">
            <w:rPr>
              <w:rStyle w:val="slostrnky"/>
              <w:noProof/>
            </w:rPr>
            <w:t>4</w:t>
          </w:r>
          <w:r>
            <w:rPr>
              <w:rStyle w:val="slostrnky"/>
            </w:rPr>
            <w:fldChar w:fldCharType="end"/>
          </w:r>
        </w:p>
      </w:tc>
      <w:tc>
        <w:tcPr>
          <w:tcW w:w="0" w:type="auto"/>
          <w:vAlign w:val="bottom"/>
        </w:tcPr>
        <w:p w14:paraId="426F2D12" w14:textId="77777777" w:rsidR="009B24AD" w:rsidRPr="007E0D11" w:rsidRDefault="009B24AD" w:rsidP="007E0D11">
          <w:pPr>
            <w:pStyle w:val="Zpatvlevo"/>
            <w:rPr>
              <w:b/>
            </w:rPr>
          </w:pPr>
          <w:r>
            <w:rPr>
              <w:b/>
            </w:rPr>
            <w:t>Příloha č. 2</w:t>
          </w:r>
        </w:p>
        <w:p w14:paraId="3E20D1BF" w14:textId="77777777" w:rsidR="009B24AD" w:rsidRPr="003462EB" w:rsidRDefault="009B24AD" w:rsidP="007E0D11">
          <w:pPr>
            <w:pStyle w:val="Zpatvlevo"/>
          </w:pPr>
          <w:r>
            <w:t>Smlouva o dílo na Z</w:t>
          </w:r>
          <w:r w:rsidRPr="003462EB">
            <w:t xml:space="preserve">hotovení stavby </w:t>
          </w:r>
        </w:p>
      </w:tc>
    </w:tr>
  </w:tbl>
  <w:p w14:paraId="134FE3AF" w14:textId="77777777" w:rsidR="009B24AD" w:rsidRPr="00747C0A" w:rsidRDefault="009B24AD">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24AD" w:rsidRPr="009E09BE" w14:paraId="6F275D66" w14:textId="77777777" w:rsidTr="00D453DF">
      <w:tc>
        <w:tcPr>
          <w:tcW w:w="0" w:type="auto"/>
          <w:tcMar>
            <w:left w:w="0" w:type="dxa"/>
            <w:right w:w="0" w:type="dxa"/>
          </w:tcMar>
          <w:vAlign w:val="bottom"/>
        </w:tcPr>
        <w:p w14:paraId="417D2F36" w14:textId="77777777" w:rsidR="009B24AD" w:rsidRPr="007E0D11" w:rsidRDefault="009B24AD" w:rsidP="00D453DF">
          <w:pPr>
            <w:pStyle w:val="Zpatvpravo"/>
            <w:rPr>
              <w:b/>
            </w:rPr>
          </w:pPr>
          <w:r w:rsidRPr="007E0D11">
            <w:rPr>
              <w:b/>
            </w:rPr>
            <w:t xml:space="preserve">Příloha č. </w:t>
          </w:r>
          <w:r>
            <w:rPr>
              <w:b/>
            </w:rPr>
            <w:t>2</w:t>
          </w:r>
        </w:p>
        <w:p w14:paraId="7A891264" w14:textId="77777777" w:rsidR="009B24AD" w:rsidRPr="003462EB" w:rsidRDefault="009B24A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557EBC4E" w:rsidR="009B24AD" w:rsidRPr="009E09BE" w:rsidRDefault="009B24A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3FA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FAC">
            <w:rPr>
              <w:rStyle w:val="slostrnky"/>
              <w:noProof/>
            </w:rPr>
            <w:t>4</w:t>
          </w:r>
          <w:r>
            <w:rPr>
              <w:rStyle w:val="slostrnky"/>
            </w:rPr>
            <w:fldChar w:fldCharType="end"/>
          </w:r>
        </w:p>
      </w:tc>
    </w:tr>
  </w:tbl>
  <w:p w14:paraId="5436FFAD" w14:textId="77777777" w:rsidR="009B24AD" w:rsidRPr="00B8518B" w:rsidRDefault="009B24A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24AD" w:rsidRPr="003462EB" w14:paraId="37FC460C" w14:textId="77777777" w:rsidTr="00D453DF">
      <w:tc>
        <w:tcPr>
          <w:tcW w:w="1021" w:type="dxa"/>
          <w:vAlign w:val="bottom"/>
        </w:tcPr>
        <w:p w14:paraId="3A5E7146" w14:textId="77777777" w:rsidR="009B24AD" w:rsidRPr="00B8518B" w:rsidRDefault="009B24A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9B24AD" w:rsidRPr="007E0D11" w:rsidRDefault="009B24AD" w:rsidP="007E0D11">
          <w:pPr>
            <w:pStyle w:val="Zpatvlevo"/>
            <w:rPr>
              <w:b/>
            </w:rPr>
          </w:pPr>
          <w:r>
            <w:rPr>
              <w:b/>
            </w:rPr>
            <w:t>Příloha č. 3</w:t>
          </w:r>
        </w:p>
        <w:p w14:paraId="449F8D4B" w14:textId="77777777" w:rsidR="009B24AD" w:rsidRPr="003462EB" w:rsidRDefault="009B24AD" w:rsidP="007E0D11">
          <w:pPr>
            <w:pStyle w:val="Zpatvlevo"/>
          </w:pPr>
          <w:r>
            <w:t>Smlouva o dílo na Z</w:t>
          </w:r>
          <w:r w:rsidRPr="003462EB">
            <w:t xml:space="preserve">hotovení stavby </w:t>
          </w:r>
        </w:p>
      </w:tc>
    </w:tr>
  </w:tbl>
  <w:p w14:paraId="6417FEFE" w14:textId="77777777" w:rsidR="009B24AD" w:rsidRPr="00747C0A" w:rsidRDefault="009B24AD">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24AD" w:rsidRPr="009E09BE" w14:paraId="5B1A25B2" w14:textId="77777777" w:rsidTr="00D453DF">
      <w:tc>
        <w:tcPr>
          <w:tcW w:w="0" w:type="auto"/>
          <w:tcMar>
            <w:left w:w="0" w:type="dxa"/>
            <w:right w:w="0" w:type="dxa"/>
          </w:tcMar>
          <w:vAlign w:val="bottom"/>
        </w:tcPr>
        <w:p w14:paraId="5CDC00DC" w14:textId="77777777" w:rsidR="009B24AD" w:rsidRPr="007E0D11" w:rsidRDefault="009B24AD" w:rsidP="00D453DF">
          <w:pPr>
            <w:pStyle w:val="Zpatvpravo"/>
            <w:rPr>
              <w:b/>
            </w:rPr>
          </w:pPr>
          <w:r w:rsidRPr="007E0D11">
            <w:rPr>
              <w:b/>
            </w:rPr>
            <w:t xml:space="preserve">Příloha č. </w:t>
          </w:r>
          <w:r>
            <w:rPr>
              <w:b/>
            </w:rPr>
            <w:t>3</w:t>
          </w:r>
        </w:p>
        <w:p w14:paraId="7F19CF36" w14:textId="77777777" w:rsidR="009B24AD" w:rsidRPr="003462EB" w:rsidRDefault="009B24A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1C178044" w:rsidR="009B24AD" w:rsidRPr="009E09BE" w:rsidRDefault="009B24A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3FA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3FAC">
            <w:rPr>
              <w:rStyle w:val="slostrnky"/>
              <w:noProof/>
            </w:rPr>
            <w:t>1</w:t>
          </w:r>
          <w:r>
            <w:rPr>
              <w:rStyle w:val="slostrnky"/>
            </w:rPr>
            <w:fldChar w:fldCharType="end"/>
          </w:r>
        </w:p>
      </w:tc>
    </w:tr>
  </w:tbl>
  <w:p w14:paraId="15250585" w14:textId="77777777" w:rsidR="009B24AD" w:rsidRPr="00B8518B" w:rsidRDefault="009B24A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24AD" w:rsidRPr="003462EB" w14:paraId="3F98EAE3" w14:textId="77777777" w:rsidTr="00D453DF">
      <w:tc>
        <w:tcPr>
          <w:tcW w:w="1021" w:type="dxa"/>
          <w:vAlign w:val="bottom"/>
        </w:tcPr>
        <w:p w14:paraId="63349817" w14:textId="77777777" w:rsidR="009B24AD" w:rsidRPr="00B8518B" w:rsidRDefault="009B24A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9B24AD" w:rsidRPr="007E0D11" w:rsidRDefault="009B24AD" w:rsidP="007E0D11">
          <w:pPr>
            <w:pStyle w:val="Zpatvlevo"/>
            <w:rPr>
              <w:b/>
            </w:rPr>
          </w:pPr>
          <w:r>
            <w:rPr>
              <w:b/>
            </w:rPr>
            <w:t>Příloha č. 4</w:t>
          </w:r>
        </w:p>
        <w:p w14:paraId="7DFBCA9D" w14:textId="77777777" w:rsidR="009B24AD" w:rsidRPr="003462EB" w:rsidRDefault="009B24AD" w:rsidP="007E0D11">
          <w:pPr>
            <w:pStyle w:val="Zpatvlevo"/>
          </w:pPr>
          <w:r>
            <w:t>Smlouva o dílo na Z</w:t>
          </w:r>
          <w:r w:rsidRPr="003462EB">
            <w:t xml:space="preserve">hotovení stavby </w:t>
          </w:r>
        </w:p>
      </w:tc>
    </w:tr>
  </w:tbl>
  <w:p w14:paraId="6877D80F" w14:textId="77777777" w:rsidR="009B24AD" w:rsidRPr="00747C0A" w:rsidRDefault="009B24A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68B7C" w14:textId="77777777" w:rsidR="009B24AD" w:rsidRDefault="009B24AD" w:rsidP="00962258">
      <w:pPr>
        <w:spacing w:after="0" w:line="240" w:lineRule="auto"/>
      </w:pPr>
      <w:r>
        <w:separator/>
      </w:r>
    </w:p>
  </w:footnote>
  <w:footnote w:type="continuationSeparator" w:id="0">
    <w:p w14:paraId="3F93FDAE" w14:textId="77777777" w:rsidR="009B24AD" w:rsidRDefault="009B24A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24AD" w14:paraId="3519503E" w14:textId="77777777" w:rsidTr="00C02D0A">
      <w:trPr>
        <w:trHeight w:hRule="exact" w:val="454"/>
      </w:trPr>
      <w:tc>
        <w:tcPr>
          <w:tcW w:w="1361" w:type="dxa"/>
          <w:tcMar>
            <w:top w:w="57" w:type="dxa"/>
            <w:left w:w="0" w:type="dxa"/>
            <w:right w:w="0" w:type="dxa"/>
          </w:tcMar>
        </w:tcPr>
        <w:p w14:paraId="0CD0389D" w14:textId="77777777" w:rsidR="009B24AD" w:rsidRPr="00B8518B" w:rsidRDefault="009B24AD" w:rsidP="00523EA7">
          <w:pPr>
            <w:pStyle w:val="Zpat"/>
            <w:rPr>
              <w:rStyle w:val="slostrnky"/>
            </w:rPr>
          </w:pPr>
        </w:p>
      </w:tc>
      <w:tc>
        <w:tcPr>
          <w:tcW w:w="3458" w:type="dxa"/>
          <w:shd w:val="clear" w:color="auto" w:fill="auto"/>
          <w:tcMar>
            <w:top w:w="57" w:type="dxa"/>
            <w:left w:w="0" w:type="dxa"/>
            <w:right w:w="0" w:type="dxa"/>
          </w:tcMar>
        </w:tcPr>
        <w:p w14:paraId="2B188BFE" w14:textId="77777777" w:rsidR="009B24AD" w:rsidRDefault="009B24AD" w:rsidP="00523EA7">
          <w:pPr>
            <w:pStyle w:val="Zpat"/>
          </w:pPr>
        </w:p>
      </w:tc>
      <w:tc>
        <w:tcPr>
          <w:tcW w:w="5698" w:type="dxa"/>
          <w:shd w:val="clear" w:color="auto" w:fill="auto"/>
          <w:tcMar>
            <w:top w:w="57" w:type="dxa"/>
            <w:left w:w="0" w:type="dxa"/>
            <w:right w:w="0" w:type="dxa"/>
          </w:tcMar>
        </w:tcPr>
        <w:p w14:paraId="67BF6883" w14:textId="77777777" w:rsidR="009B24AD" w:rsidRPr="00D6163D" w:rsidRDefault="009B24AD" w:rsidP="00D6163D">
          <w:pPr>
            <w:pStyle w:val="Druhdokumentu"/>
          </w:pPr>
        </w:p>
      </w:tc>
    </w:tr>
  </w:tbl>
  <w:p w14:paraId="27282E85" w14:textId="77777777" w:rsidR="009B24AD" w:rsidRPr="00D6163D" w:rsidRDefault="009B24AD">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DAA17" w14:textId="77777777" w:rsidR="009B24AD" w:rsidRPr="00D6163D" w:rsidRDefault="009B24A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24AD" w14:paraId="3975FAFD" w14:textId="77777777" w:rsidTr="00B22106">
      <w:trPr>
        <w:trHeight w:hRule="exact" w:val="936"/>
      </w:trPr>
      <w:tc>
        <w:tcPr>
          <w:tcW w:w="1361" w:type="dxa"/>
          <w:tcMar>
            <w:left w:w="0" w:type="dxa"/>
            <w:right w:w="0" w:type="dxa"/>
          </w:tcMar>
        </w:tcPr>
        <w:p w14:paraId="0BB764E0" w14:textId="77777777" w:rsidR="009B24AD" w:rsidRPr="00B8518B" w:rsidRDefault="009B24AD" w:rsidP="00FC6389">
          <w:pPr>
            <w:pStyle w:val="Zpat"/>
            <w:rPr>
              <w:rStyle w:val="slostrnky"/>
            </w:rPr>
          </w:pPr>
        </w:p>
      </w:tc>
      <w:tc>
        <w:tcPr>
          <w:tcW w:w="3458" w:type="dxa"/>
          <w:shd w:val="clear" w:color="auto" w:fill="auto"/>
          <w:tcMar>
            <w:left w:w="0" w:type="dxa"/>
            <w:right w:w="0" w:type="dxa"/>
          </w:tcMar>
        </w:tcPr>
        <w:p w14:paraId="15A5AE22" w14:textId="320B7F4D" w:rsidR="009B24AD" w:rsidRDefault="009B24AD"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9B24AD" w:rsidRPr="00D6163D" w:rsidRDefault="009B24AD" w:rsidP="00FC6389">
          <w:pPr>
            <w:pStyle w:val="Druhdokumentu"/>
          </w:pPr>
        </w:p>
      </w:tc>
    </w:tr>
    <w:tr w:rsidR="009B24AD" w14:paraId="017A2146" w14:textId="77777777" w:rsidTr="00B22106">
      <w:trPr>
        <w:trHeight w:hRule="exact" w:val="936"/>
      </w:trPr>
      <w:tc>
        <w:tcPr>
          <w:tcW w:w="1361" w:type="dxa"/>
          <w:tcMar>
            <w:left w:w="0" w:type="dxa"/>
            <w:right w:w="0" w:type="dxa"/>
          </w:tcMar>
        </w:tcPr>
        <w:p w14:paraId="7E2A8171" w14:textId="77777777" w:rsidR="009B24AD" w:rsidRPr="00B8518B" w:rsidRDefault="009B24AD" w:rsidP="00FC6389">
          <w:pPr>
            <w:pStyle w:val="Zpat"/>
            <w:rPr>
              <w:rStyle w:val="slostrnky"/>
            </w:rPr>
          </w:pPr>
        </w:p>
      </w:tc>
      <w:tc>
        <w:tcPr>
          <w:tcW w:w="3458" w:type="dxa"/>
          <w:shd w:val="clear" w:color="auto" w:fill="auto"/>
          <w:tcMar>
            <w:left w:w="0" w:type="dxa"/>
            <w:right w:w="0" w:type="dxa"/>
          </w:tcMar>
        </w:tcPr>
        <w:p w14:paraId="3FB4BB78" w14:textId="77777777" w:rsidR="009B24AD" w:rsidRDefault="009B24AD" w:rsidP="00FC6389">
          <w:pPr>
            <w:pStyle w:val="Zpat"/>
          </w:pPr>
        </w:p>
      </w:tc>
      <w:tc>
        <w:tcPr>
          <w:tcW w:w="5756" w:type="dxa"/>
          <w:shd w:val="clear" w:color="auto" w:fill="auto"/>
          <w:tcMar>
            <w:left w:w="0" w:type="dxa"/>
            <w:right w:w="0" w:type="dxa"/>
          </w:tcMar>
        </w:tcPr>
        <w:p w14:paraId="1388C855" w14:textId="77777777" w:rsidR="009B24AD" w:rsidRPr="00D6163D" w:rsidRDefault="009B24AD" w:rsidP="00FC6389">
          <w:pPr>
            <w:pStyle w:val="Druhdokumentu"/>
          </w:pPr>
        </w:p>
      </w:tc>
    </w:tr>
  </w:tbl>
  <w:p w14:paraId="455B3D57" w14:textId="77777777" w:rsidR="009B24AD" w:rsidRPr="00D6163D" w:rsidRDefault="009B24AD" w:rsidP="00FC6389">
    <w:pPr>
      <w:pStyle w:val="Zhlav"/>
      <w:rPr>
        <w:sz w:val="8"/>
        <w:szCs w:val="8"/>
      </w:rPr>
    </w:pPr>
  </w:p>
  <w:p w14:paraId="584D1450" w14:textId="77777777" w:rsidR="009B24AD" w:rsidRPr="00460660" w:rsidRDefault="009B24A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9B24AD" w:rsidRPr="00D6163D" w:rsidRDefault="009B24A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9B24AD" w:rsidRPr="00D6163D" w:rsidRDefault="009B24A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9B24AD" w:rsidRPr="00D6163D" w:rsidRDefault="009B24A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9B24AD" w:rsidRPr="00D6163D" w:rsidRDefault="009B24A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9B24AD" w:rsidRPr="00D6163D" w:rsidRDefault="009B24A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9B24AD" w:rsidRPr="00D6163D" w:rsidRDefault="009B24A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EAA6" w14:textId="77777777" w:rsidR="009B24AD" w:rsidRPr="00D6163D" w:rsidRDefault="009B24A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B1C6296"/>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0C545654"/>
    <w:lvl w:ilvl="0" w:tplc="56CAD462">
      <w:start w:val="1"/>
      <w:numFmt w:val="bullet"/>
      <w:lvlText w:val="-"/>
      <w:lvlJc w:val="left"/>
      <w:pPr>
        <w:ind w:left="930" w:hanging="360"/>
      </w:pPr>
      <w:rPr>
        <w:rFonts w:ascii="Verdana" w:eastAsiaTheme="minorHAnsi" w:hAnsi="Verdana" w:cstheme="minorBidi" w:hint="default"/>
        <w:color w:val="auto"/>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3A08AF42"/>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3"/>
  </w:num>
  <w:num w:numId="4">
    <w:abstractNumId w:val="7"/>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12"/>
  </w:num>
  <w:num w:numId="9">
    <w:abstractNumId w:val="2"/>
  </w:num>
  <w:num w:numId="10">
    <w:abstractNumId w:val="5"/>
  </w:num>
  <w:num w:numId="11">
    <w:abstractNumId w:val="15"/>
  </w:num>
  <w:num w:numId="12">
    <w:abstractNumId w:val="8"/>
  </w:num>
  <w:num w:numId="13">
    <w:abstractNumId w:val="14"/>
  </w:num>
  <w:num w:numId="14">
    <w:abstractNumId w:val="4"/>
  </w:num>
  <w:num w:numId="15">
    <w:abstractNumId w:val="13"/>
    <w:lvlOverride w:ilvl="0">
      <w:startOverride w:val="15"/>
    </w:lvlOverride>
    <w:lvlOverride w:ilvl="1">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0"/>
  </w:num>
  <w:num w:numId="19">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424C4"/>
    <w:rsid w:val="00047AA6"/>
    <w:rsid w:val="0006588D"/>
    <w:rsid w:val="00067A5E"/>
    <w:rsid w:val="00070482"/>
    <w:rsid w:val="000706BA"/>
    <w:rsid w:val="000719BB"/>
    <w:rsid w:val="00072A65"/>
    <w:rsid w:val="00072C1E"/>
    <w:rsid w:val="00076695"/>
    <w:rsid w:val="00077CE2"/>
    <w:rsid w:val="0009746C"/>
    <w:rsid w:val="000B4EB8"/>
    <w:rsid w:val="000B7E02"/>
    <w:rsid w:val="000C41F2"/>
    <w:rsid w:val="000C707C"/>
    <w:rsid w:val="000D22C4"/>
    <w:rsid w:val="000D27D1"/>
    <w:rsid w:val="000D281E"/>
    <w:rsid w:val="000D7316"/>
    <w:rsid w:val="000E08BF"/>
    <w:rsid w:val="000E1A7F"/>
    <w:rsid w:val="000E6D7C"/>
    <w:rsid w:val="000F2094"/>
    <w:rsid w:val="000F4198"/>
    <w:rsid w:val="00112864"/>
    <w:rsid w:val="00114472"/>
    <w:rsid w:val="00114988"/>
    <w:rsid w:val="00115069"/>
    <w:rsid w:val="001150F2"/>
    <w:rsid w:val="00124654"/>
    <w:rsid w:val="00140E94"/>
    <w:rsid w:val="00143682"/>
    <w:rsid w:val="00143EC0"/>
    <w:rsid w:val="0014540A"/>
    <w:rsid w:val="00145B09"/>
    <w:rsid w:val="00161FAA"/>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C65FE"/>
    <w:rsid w:val="001E678E"/>
    <w:rsid w:val="001F2502"/>
    <w:rsid w:val="001F5F37"/>
    <w:rsid w:val="001F62DE"/>
    <w:rsid w:val="002038D5"/>
    <w:rsid w:val="002071BB"/>
    <w:rsid w:val="002072FC"/>
    <w:rsid w:val="00207DF5"/>
    <w:rsid w:val="0021572B"/>
    <w:rsid w:val="00216B7D"/>
    <w:rsid w:val="00222886"/>
    <w:rsid w:val="00236F78"/>
    <w:rsid w:val="00240B81"/>
    <w:rsid w:val="00247D01"/>
    <w:rsid w:val="00255B10"/>
    <w:rsid w:val="00255FB9"/>
    <w:rsid w:val="00261A5B"/>
    <w:rsid w:val="00262E5B"/>
    <w:rsid w:val="00263FAC"/>
    <w:rsid w:val="00274E67"/>
    <w:rsid w:val="00276AFE"/>
    <w:rsid w:val="00285D40"/>
    <w:rsid w:val="002A3B57"/>
    <w:rsid w:val="002B5F7D"/>
    <w:rsid w:val="002B7AC7"/>
    <w:rsid w:val="002C2630"/>
    <w:rsid w:val="002C31BF"/>
    <w:rsid w:val="002D7BAE"/>
    <w:rsid w:val="002D7FD6"/>
    <w:rsid w:val="002E0CD7"/>
    <w:rsid w:val="002E0CFB"/>
    <w:rsid w:val="002E4514"/>
    <w:rsid w:val="002E5C7B"/>
    <w:rsid w:val="002F0F55"/>
    <w:rsid w:val="002F4333"/>
    <w:rsid w:val="00314507"/>
    <w:rsid w:val="00327EEF"/>
    <w:rsid w:val="0033239F"/>
    <w:rsid w:val="003349C1"/>
    <w:rsid w:val="00335C22"/>
    <w:rsid w:val="0034230B"/>
    <w:rsid w:val="0034274B"/>
    <w:rsid w:val="0034719F"/>
    <w:rsid w:val="00350A35"/>
    <w:rsid w:val="0035389F"/>
    <w:rsid w:val="003571D8"/>
    <w:rsid w:val="00357BC6"/>
    <w:rsid w:val="00361422"/>
    <w:rsid w:val="003672A3"/>
    <w:rsid w:val="00367ABD"/>
    <w:rsid w:val="00374BDE"/>
    <w:rsid w:val="0037545D"/>
    <w:rsid w:val="00377426"/>
    <w:rsid w:val="0038199C"/>
    <w:rsid w:val="00390720"/>
    <w:rsid w:val="00392910"/>
    <w:rsid w:val="00392EB6"/>
    <w:rsid w:val="003956C6"/>
    <w:rsid w:val="003B11D6"/>
    <w:rsid w:val="003B23D6"/>
    <w:rsid w:val="003C33F2"/>
    <w:rsid w:val="003D0437"/>
    <w:rsid w:val="003D4A94"/>
    <w:rsid w:val="003D756E"/>
    <w:rsid w:val="003E3720"/>
    <w:rsid w:val="003E420D"/>
    <w:rsid w:val="003E4C13"/>
    <w:rsid w:val="004078F3"/>
    <w:rsid w:val="00427794"/>
    <w:rsid w:val="004328E4"/>
    <w:rsid w:val="00442C8C"/>
    <w:rsid w:val="00450F07"/>
    <w:rsid w:val="00453CD3"/>
    <w:rsid w:val="00460660"/>
    <w:rsid w:val="00464BA9"/>
    <w:rsid w:val="00470D99"/>
    <w:rsid w:val="004722B6"/>
    <w:rsid w:val="00474F9B"/>
    <w:rsid w:val="00475B15"/>
    <w:rsid w:val="00483969"/>
    <w:rsid w:val="00486107"/>
    <w:rsid w:val="00486B6E"/>
    <w:rsid w:val="00491827"/>
    <w:rsid w:val="004950A5"/>
    <w:rsid w:val="004A3456"/>
    <w:rsid w:val="004C4399"/>
    <w:rsid w:val="004C4BF4"/>
    <w:rsid w:val="004C787C"/>
    <w:rsid w:val="004D09FB"/>
    <w:rsid w:val="004E5C0E"/>
    <w:rsid w:val="004E6233"/>
    <w:rsid w:val="004E7A1F"/>
    <w:rsid w:val="004F4B9B"/>
    <w:rsid w:val="004F6BB8"/>
    <w:rsid w:val="00502690"/>
    <w:rsid w:val="0050666E"/>
    <w:rsid w:val="00511AB9"/>
    <w:rsid w:val="00512C9D"/>
    <w:rsid w:val="00523BB5"/>
    <w:rsid w:val="00523EA7"/>
    <w:rsid w:val="005406EB"/>
    <w:rsid w:val="00544816"/>
    <w:rsid w:val="00553375"/>
    <w:rsid w:val="00555884"/>
    <w:rsid w:val="0056170F"/>
    <w:rsid w:val="005731AC"/>
    <w:rsid w:val="005736B7"/>
    <w:rsid w:val="00575E5A"/>
    <w:rsid w:val="00580245"/>
    <w:rsid w:val="00582A82"/>
    <w:rsid w:val="00584B5A"/>
    <w:rsid w:val="0059458D"/>
    <w:rsid w:val="005A1F44"/>
    <w:rsid w:val="005C06CE"/>
    <w:rsid w:val="005D3C39"/>
    <w:rsid w:val="005D6794"/>
    <w:rsid w:val="005E228F"/>
    <w:rsid w:val="005E280C"/>
    <w:rsid w:val="005E7125"/>
    <w:rsid w:val="005E7F36"/>
    <w:rsid w:val="005F679F"/>
    <w:rsid w:val="00600ECE"/>
    <w:rsid w:val="00601A8C"/>
    <w:rsid w:val="0061068E"/>
    <w:rsid w:val="006115D3"/>
    <w:rsid w:val="006346F9"/>
    <w:rsid w:val="00641CF5"/>
    <w:rsid w:val="006420D8"/>
    <w:rsid w:val="006467C2"/>
    <w:rsid w:val="0065610E"/>
    <w:rsid w:val="00660AD3"/>
    <w:rsid w:val="006610C6"/>
    <w:rsid w:val="006776B6"/>
    <w:rsid w:val="006826EC"/>
    <w:rsid w:val="00683533"/>
    <w:rsid w:val="00693150"/>
    <w:rsid w:val="006A5570"/>
    <w:rsid w:val="006A689C"/>
    <w:rsid w:val="006B0FFD"/>
    <w:rsid w:val="006B1E10"/>
    <w:rsid w:val="006B3B75"/>
    <w:rsid w:val="006B3D79"/>
    <w:rsid w:val="006B6FE4"/>
    <w:rsid w:val="006C2343"/>
    <w:rsid w:val="006C304E"/>
    <w:rsid w:val="006C442A"/>
    <w:rsid w:val="006D17CF"/>
    <w:rsid w:val="006E0578"/>
    <w:rsid w:val="006E09E9"/>
    <w:rsid w:val="006E158D"/>
    <w:rsid w:val="006E314D"/>
    <w:rsid w:val="006F5E06"/>
    <w:rsid w:val="00704D1E"/>
    <w:rsid w:val="007102D9"/>
    <w:rsid w:val="00710723"/>
    <w:rsid w:val="007145F3"/>
    <w:rsid w:val="00723ED1"/>
    <w:rsid w:val="0072731A"/>
    <w:rsid w:val="00731F3D"/>
    <w:rsid w:val="00740AF5"/>
    <w:rsid w:val="00743525"/>
    <w:rsid w:val="007470DC"/>
    <w:rsid w:val="00747C0A"/>
    <w:rsid w:val="007541A2"/>
    <w:rsid w:val="007541D7"/>
    <w:rsid w:val="00755818"/>
    <w:rsid w:val="007616C2"/>
    <w:rsid w:val="0076286B"/>
    <w:rsid w:val="00766846"/>
    <w:rsid w:val="00767399"/>
    <w:rsid w:val="00775F29"/>
    <w:rsid w:val="0077673A"/>
    <w:rsid w:val="007775FB"/>
    <w:rsid w:val="00780051"/>
    <w:rsid w:val="007846E1"/>
    <w:rsid w:val="007847D6"/>
    <w:rsid w:val="00790E8D"/>
    <w:rsid w:val="0079665E"/>
    <w:rsid w:val="007A5172"/>
    <w:rsid w:val="007A67A0"/>
    <w:rsid w:val="007A69B3"/>
    <w:rsid w:val="007B570C"/>
    <w:rsid w:val="007C0CFA"/>
    <w:rsid w:val="007D0413"/>
    <w:rsid w:val="007E0D11"/>
    <w:rsid w:val="007E1B88"/>
    <w:rsid w:val="007E4A6E"/>
    <w:rsid w:val="007E7840"/>
    <w:rsid w:val="007F124D"/>
    <w:rsid w:val="007F56A7"/>
    <w:rsid w:val="00800851"/>
    <w:rsid w:val="00802774"/>
    <w:rsid w:val="00804D90"/>
    <w:rsid w:val="00804DEE"/>
    <w:rsid w:val="00807DD0"/>
    <w:rsid w:val="008156D5"/>
    <w:rsid w:val="00821D01"/>
    <w:rsid w:val="00826B7B"/>
    <w:rsid w:val="0083320B"/>
    <w:rsid w:val="008377FF"/>
    <w:rsid w:val="00845655"/>
    <w:rsid w:val="0084659A"/>
    <w:rsid w:val="00846789"/>
    <w:rsid w:val="00866994"/>
    <w:rsid w:val="00891044"/>
    <w:rsid w:val="00895BC5"/>
    <w:rsid w:val="008A3568"/>
    <w:rsid w:val="008B2D4D"/>
    <w:rsid w:val="008B5A3D"/>
    <w:rsid w:val="008B5C1C"/>
    <w:rsid w:val="008C0E1A"/>
    <w:rsid w:val="008C50F3"/>
    <w:rsid w:val="008C7EFE"/>
    <w:rsid w:val="008D03B9"/>
    <w:rsid w:val="008D30C7"/>
    <w:rsid w:val="008E40F0"/>
    <w:rsid w:val="008F18D6"/>
    <w:rsid w:val="008F2C9B"/>
    <w:rsid w:val="008F6118"/>
    <w:rsid w:val="008F797B"/>
    <w:rsid w:val="00900D26"/>
    <w:rsid w:val="00900E8B"/>
    <w:rsid w:val="0090105D"/>
    <w:rsid w:val="00901D57"/>
    <w:rsid w:val="00904780"/>
    <w:rsid w:val="0090635B"/>
    <w:rsid w:val="009178EF"/>
    <w:rsid w:val="009210FA"/>
    <w:rsid w:val="009216BE"/>
    <w:rsid w:val="00922385"/>
    <w:rsid w:val="009223DF"/>
    <w:rsid w:val="00927134"/>
    <w:rsid w:val="009310F3"/>
    <w:rsid w:val="00936091"/>
    <w:rsid w:val="00940D8A"/>
    <w:rsid w:val="00955569"/>
    <w:rsid w:val="009573FC"/>
    <w:rsid w:val="00962258"/>
    <w:rsid w:val="009678B7"/>
    <w:rsid w:val="0098223D"/>
    <w:rsid w:val="00992D9C"/>
    <w:rsid w:val="00996CB8"/>
    <w:rsid w:val="009977AD"/>
    <w:rsid w:val="009B24AD"/>
    <w:rsid w:val="009B2E97"/>
    <w:rsid w:val="009B39A2"/>
    <w:rsid w:val="009B4201"/>
    <w:rsid w:val="009B5146"/>
    <w:rsid w:val="009C06E6"/>
    <w:rsid w:val="009C0EFB"/>
    <w:rsid w:val="009C418E"/>
    <w:rsid w:val="009C442C"/>
    <w:rsid w:val="009C4C0E"/>
    <w:rsid w:val="009C52E8"/>
    <w:rsid w:val="009C675E"/>
    <w:rsid w:val="009D06B2"/>
    <w:rsid w:val="009D1CD2"/>
    <w:rsid w:val="009E07F4"/>
    <w:rsid w:val="009E20FE"/>
    <w:rsid w:val="009F0867"/>
    <w:rsid w:val="009F309B"/>
    <w:rsid w:val="009F392E"/>
    <w:rsid w:val="009F53C5"/>
    <w:rsid w:val="009F638B"/>
    <w:rsid w:val="00A0740E"/>
    <w:rsid w:val="00A07BA3"/>
    <w:rsid w:val="00A1299E"/>
    <w:rsid w:val="00A217A8"/>
    <w:rsid w:val="00A21A01"/>
    <w:rsid w:val="00A23BFE"/>
    <w:rsid w:val="00A246E5"/>
    <w:rsid w:val="00A50641"/>
    <w:rsid w:val="00A530BF"/>
    <w:rsid w:val="00A6177B"/>
    <w:rsid w:val="00A66136"/>
    <w:rsid w:val="00A7006D"/>
    <w:rsid w:val="00A71189"/>
    <w:rsid w:val="00A71FCA"/>
    <w:rsid w:val="00A7364A"/>
    <w:rsid w:val="00A74DCC"/>
    <w:rsid w:val="00A753ED"/>
    <w:rsid w:val="00A77512"/>
    <w:rsid w:val="00A80438"/>
    <w:rsid w:val="00A87BC2"/>
    <w:rsid w:val="00A94C2F"/>
    <w:rsid w:val="00A97C56"/>
    <w:rsid w:val="00AA00A0"/>
    <w:rsid w:val="00AA086D"/>
    <w:rsid w:val="00AA4CBB"/>
    <w:rsid w:val="00AA6252"/>
    <w:rsid w:val="00AA65FA"/>
    <w:rsid w:val="00AA7351"/>
    <w:rsid w:val="00AA7AB8"/>
    <w:rsid w:val="00AB1577"/>
    <w:rsid w:val="00AB5342"/>
    <w:rsid w:val="00AC2EDB"/>
    <w:rsid w:val="00AC41C6"/>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230D0"/>
    <w:rsid w:val="00B26105"/>
    <w:rsid w:val="00B3273A"/>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1A26"/>
    <w:rsid w:val="00BA22AA"/>
    <w:rsid w:val="00BC06C4"/>
    <w:rsid w:val="00BD5DE9"/>
    <w:rsid w:val="00BD7E32"/>
    <w:rsid w:val="00BD7E91"/>
    <w:rsid w:val="00BD7F0D"/>
    <w:rsid w:val="00C02D0A"/>
    <w:rsid w:val="00C03A6E"/>
    <w:rsid w:val="00C129C7"/>
    <w:rsid w:val="00C226C0"/>
    <w:rsid w:val="00C3177E"/>
    <w:rsid w:val="00C41F7A"/>
    <w:rsid w:val="00C42FE6"/>
    <w:rsid w:val="00C44F6A"/>
    <w:rsid w:val="00C50C28"/>
    <w:rsid w:val="00C52164"/>
    <w:rsid w:val="00C6198E"/>
    <w:rsid w:val="00C708EA"/>
    <w:rsid w:val="00C74A2E"/>
    <w:rsid w:val="00C74AE9"/>
    <w:rsid w:val="00C778A5"/>
    <w:rsid w:val="00C81A30"/>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E31C4"/>
    <w:rsid w:val="00D00CAF"/>
    <w:rsid w:val="00D034A0"/>
    <w:rsid w:val="00D21061"/>
    <w:rsid w:val="00D24D74"/>
    <w:rsid w:val="00D40E88"/>
    <w:rsid w:val="00D4108E"/>
    <w:rsid w:val="00D4328E"/>
    <w:rsid w:val="00D43863"/>
    <w:rsid w:val="00D453DF"/>
    <w:rsid w:val="00D463C3"/>
    <w:rsid w:val="00D519A6"/>
    <w:rsid w:val="00D5439C"/>
    <w:rsid w:val="00D6163D"/>
    <w:rsid w:val="00D65A55"/>
    <w:rsid w:val="00D831A3"/>
    <w:rsid w:val="00D87446"/>
    <w:rsid w:val="00D97BE3"/>
    <w:rsid w:val="00DA0B73"/>
    <w:rsid w:val="00DA3711"/>
    <w:rsid w:val="00DA5988"/>
    <w:rsid w:val="00DA6FFE"/>
    <w:rsid w:val="00DA734B"/>
    <w:rsid w:val="00DB530D"/>
    <w:rsid w:val="00DD46F3"/>
    <w:rsid w:val="00DE17BB"/>
    <w:rsid w:val="00DE1AA1"/>
    <w:rsid w:val="00DE56F2"/>
    <w:rsid w:val="00DF116D"/>
    <w:rsid w:val="00DF4286"/>
    <w:rsid w:val="00DF7C76"/>
    <w:rsid w:val="00E10A24"/>
    <w:rsid w:val="00E16FF7"/>
    <w:rsid w:val="00E26D68"/>
    <w:rsid w:val="00E32F07"/>
    <w:rsid w:val="00E429EB"/>
    <w:rsid w:val="00E44045"/>
    <w:rsid w:val="00E46737"/>
    <w:rsid w:val="00E53E4C"/>
    <w:rsid w:val="00E618C4"/>
    <w:rsid w:val="00E72B06"/>
    <w:rsid w:val="00E73584"/>
    <w:rsid w:val="00E7415D"/>
    <w:rsid w:val="00E77326"/>
    <w:rsid w:val="00E8605C"/>
    <w:rsid w:val="00E878EE"/>
    <w:rsid w:val="00E901A3"/>
    <w:rsid w:val="00E968E5"/>
    <w:rsid w:val="00EA29D6"/>
    <w:rsid w:val="00EA585B"/>
    <w:rsid w:val="00EA6345"/>
    <w:rsid w:val="00EA6EC7"/>
    <w:rsid w:val="00EB0791"/>
    <w:rsid w:val="00EB104F"/>
    <w:rsid w:val="00EB1B21"/>
    <w:rsid w:val="00EB2CA4"/>
    <w:rsid w:val="00EB46E5"/>
    <w:rsid w:val="00EB6D9C"/>
    <w:rsid w:val="00ED14BD"/>
    <w:rsid w:val="00EE3D66"/>
    <w:rsid w:val="00EE65E1"/>
    <w:rsid w:val="00EF7106"/>
    <w:rsid w:val="00F016C7"/>
    <w:rsid w:val="00F040C9"/>
    <w:rsid w:val="00F12DEC"/>
    <w:rsid w:val="00F1715C"/>
    <w:rsid w:val="00F22B17"/>
    <w:rsid w:val="00F310F8"/>
    <w:rsid w:val="00F35939"/>
    <w:rsid w:val="00F4131C"/>
    <w:rsid w:val="00F422D3"/>
    <w:rsid w:val="00F4391C"/>
    <w:rsid w:val="00F45607"/>
    <w:rsid w:val="00F465D8"/>
    <w:rsid w:val="00F46B34"/>
    <w:rsid w:val="00F4722B"/>
    <w:rsid w:val="00F51686"/>
    <w:rsid w:val="00F51B84"/>
    <w:rsid w:val="00F54432"/>
    <w:rsid w:val="00F6590A"/>
    <w:rsid w:val="00F659EB"/>
    <w:rsid w:val="00F762A8"/>
    <w:rsid w:val="00F80E22"/>
    <w:rsid w:val="00F86BA6"/>
    <w:rsid w:val="00F86F38"/>
    <w:rsid w:val="00F95FBD"/>
    <w:rsid w:val="00FA237E"/>
    <w:rsid w:val="00FA718C"/>
    <w:rsid w:val="00FB6342"/>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7446"/>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paragraph" w:customStyle="1" w:styleId="Text1-3">
    <w:name w:val="_Text_1-3"/>
    <w:basedOn w:val="Text1-2"/>
    <w:qFormat/>
    <w:rsid w:val="00C81A30"/>
    <w:pPr>
      <w:numPr>
        <w:ilvl w:val="0"/>
        <w:numId w:val="0"/>
      </w:numPr>
      <w:tabs>
        <w:tab w:val="num" w:pos="360"/>
      </w:tabs>
      <w:spacing w:line="240" w:lineRule="auto"/>
      <w:ind w:left="648" w:hanging="648"/>
    </w:pPr>
    <w:rPr>
      <w:rFonts w:asciiTheme="minorHAnsi" w:hAnsiTheme="minorHAnsi"/>
    </w:rPr>
  </w:style>
  <w:style w:type="table" w:customStyle="1" w:styleId="Mkatabulky1">
    <w:name w:val="Mřížka tabulky1"/>
    <w:basedOn w:val="Normlntabulka"/>
    <w:next w:val="Mkatabulky"/>
    <w:uiPriority w:val="39"/>
    <w:rsid w:val="00F5168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F5168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header" Target="header10.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3FD2195-832C-4AEE-BEBA-965E28D73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1685</TotalTime>
  <Pages>26</Pages>
  <Words>4124</Words>
  <Characters>24336</Characters>
  <Application>Microsoft Office Word</Application>
  <DocSecurity>0</DocSecurity>
  <Lines>202</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171</cp:revision>
  <cp:lastPrinted>2021-12-21T12:11:00Z</cp:lastPrinted>
  <dcterms:created xsi:type="dcterms:W3CDTF">2019-03-07T16:18:00Z</dcterms:created>
  <dcterms:modified xsi:type="dcterms:W3CDTF">2021-12-21T12:18:00Z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